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E73C2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  <w:gridCol w:w="4751"/>
      </w:tblGrid>
      <w:tr w:rsidR="00FA364A" w:rsidRPr="00E93281" w:rsidTr="00E93281">
        <w:tc>
          <w:tcPr>
            <w:tcW w:w="9747" w:type="dxa"/>
          </w:tcPr>
          <w:p w:rsidR="00FA364A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FA364A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328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C667EF">
              <w:rPr>
                <w:rFonts w:ascii="Times New Roman" w:hAnsi="Times New Roman"/>
                <w:sz w:val="28"/>
                <w:szCs w:val="28"/>
              </w:rPr>
              <w:t>3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5132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9328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36B7B">
              <w:rPr>
                <w:rFonts w:ascii="Times New Roman" w:hAnsi="Times New Roman"/>
                <w:sz w:val="28"/>
                <w:szCs w:val="28"/>
              </w:rPr>
              <w:t>п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>остановлению</w:t>
            </w:r>
            <w:r w:rsidR="00E36B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</w:p>
        </w:tc>
      </w:tr>
      <w:tr w:rsidR="00CC226C" w:rsidRPr="00E93281" w:rsidTr="00E93281">
        <w:tc>
          <w:tcPr>
            <w:tcW w:w="9747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F25132" w:rsidRDefault="001559F5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18.11.2019 № 355</w:t>
            </w:r>
            <w:bookmarkStart w:id="0" w:name="_GoBack"/>
            <w:bookmarkEnd w:id="0"/>
          </w:p>
        </w:tc>
      </w:tr>
      <w:tr w:rsidR="005A789A" w:rsidRPr="005A789A" w:rsidTr="00E93281">
        <w:tc>
          <w:tcPr>
            <w:tcW w:w="9747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6C" w:rsidRPr="00E93281" w:rsidTr="00E93281">
        <w:tc>
          <w:tcPr>
            <w:tcW w:w="9747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789A" w:rsidRPr="005A789A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5A789A">
        <w:rPr>
          <w:rFonts w:ascii="Times New Roman" w:hAnsi="Times New Roman"/>
          <w:sz w:val="24"/>
          <w:szCs w:val="24"/>
        </w:rPr>
        <w:t xml:space="preserve"> </w:t>
      </w:r>
    </w:p>
    <w:p w:rsidR="00A62EA2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63B18">
        <w:rPr>
          <w:rFonts w:ascii="Times New Roman" w:hAnsi="Times New Roman"/>
          <w:sz w:val="28"/>
          <w:szCs w:val="28"/>
        </w:rPr>
        <w:t xml:space="preserve">Таблица № </w:t>
      </w:r>
      <w:r w:rsidR="00C667EF">
        <w:rPr>
          <w:rFonts w:ascii="Times New Roman" w:hAnsi="Times New Roman"/>
          <w:sz w:val="28"/>
          <w:szCs w:val="28"/>
        </w:rPr>
        <w:t>2</w:t>
      </w:r>
    </w:p>
    <w:p w:rsidR="00F63B18" w:rsidRDefault="00F63B18" w:rsidP="005A789A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p w:rsidR="008E4A90" w:rsidRDefault="008E4A90" w:rsidP="008E4A90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Объемы средств по объектам, планируемым к оборудованию нерегулируемых пешеходных переходов 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освещением, искусственными дорожными неровностями, светофорами Т.7, системами светового оповещения, 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дорожными знаками с внутренним освещением и светодиодной индикацией, Г-образными опорами, дорожной 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разметкой, в том числе с применением штучных форм и цветных дорожных покрытий, световозвращателями 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и индикаторами, а также устройствами дополнительного освещения и другими элементами повышения 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безопасности дорожного движения на автомобильных дорогах общего пользования регионального или 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>межмуниципального значения, по муниципальным районам Рязанской области в 2016-2024 года</w:t>
      </w:r>
      <w:r w:rsidR="003A1FBA">
        <w:rPr>
          <w:rFonts w:ascii="Times New Roman" w:hAnsi="Times New Roman"/>
          <w:sz w:val="26"/>
          <w:szCs w:val="26"/>
        </w:rPr>
        <w:t>х</w:t>
      </w:r>
    </w:p>
    <w:p w:rsidR="008E4A90" w:rsidRPr="007036E2" w:rsidRDefault="008E4A90" w:rsidP="008E4A90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8E4A90" w:rsidRPr="008E4A90" w:rsidTr="008E4A90">
        <w:tc>
          <w:tcPr>
            <w:tcW w:w="675" w:type="dxa"/>
            <w:vMerge w:val="restart"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1" w:type="dxa"/>
            <w:gridSpan w:val="9"/>
            <w:vAlign w:val="center"/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8E4A90" w:rsidRPr="008E4A90" w:rsidTr="008E4A90">
        <w:tc>
          <w:tcPr>
            <w:tcW w:w="675" w:type="dxa"/>
            <w:vMerge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2016 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2017 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2019 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 xml:space="preserve">2020  </w:t>
            </w:r>
          </w:p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2023 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</w:p>
          <w:p w:rsidR="008E4A90" w:rsidRPr="008E4A90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8E4A90" w:rsidRPr="008E4A90" w:rsidRDefault="008E4A90" w:rsidP="008E4A90">
      <w:pPr>
        <w:spacing w:line="24" w:lineRule="auto"/>
        <w:rPr>
          <w:rFonts w:ascii="Times New Roman" w:hAnsi="Times New Roman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8E4A90" w:rsidRPr="005A1297" w:rsidTr="008E4A90">
        <w:trPr>
          <w:trHeight w:val="284"/>
          <w:tblHeader/>
        </w:trPr>
        <w:tc>
          <w:tcPr>
            <w:tcW w:w="756" w:type="dxa"/>
          </w:tcPr>
          <w:p w:rsidR="008E4A90" w:rsidRPr="00393986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Борисовка - Федцовка - Чернышовка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   районе  Рязанской области (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филиал «Борисовская ООШ»      </w:t>
            </w:r>
            <w:r w:rsidR="00492BA6">
              <w:rPr>
                <w:rFonts w:ascii="Times New Roman" w:hAnsi="Times New Roman"/>
                <w:sz w:val="24"/>
                <w:szCs w:val="24"/>
              </w:rPr>
              <w:t xml:space="preserve">   МБОУ «Александро-Невская СОШ»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765,89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от автодорог</w:t>
            </w:r>
            <w:r w:rsidR="005A1297" w:rsidRPr="005A1297">
              <w:rPr>
                <w:rFonts w:ascii="Times New Roman" w:hAnsi="Times New Roman"/>
                <w:sz w:val="24"/>
                <w:szCs w:val="24"/>
              </w:rPr>
              <w:t>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«Рязань - Ряжск - Александро-Невский - Данков - Ефремов» - Боровок - Просечье - Спешнево - граница района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   районе 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(МБОУ «Просеченская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727,95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Благие - Павловка - Дмитриевка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   районе  Рязанской области (Филиал «Благовская ООШ»          МБОУ «Студенковская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1168,2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от автодороги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М-6 «Каспий» - Ленино - Константиновка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Александро</w:t>
            </w:r>
            <w:r w:rsidR="00240F62"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-Невском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  Рязанской области (МБОУ «Ленинская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1012,11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Верхний Якимец - Нижний Якимец - Новотишевое                        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Александро-Невском   районе  Рязанской области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Филиал «Нижнеякимецкая ООШ» МБОУ «Александро-Невская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921,46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71385" w:rsidRPr="005A1297" w:rsidTr="008E4A90">
        <w:trPr>
          <w:cantSplit/>
          <w:trHeight w:val="1134"/>
        </w:trPr>
        <w:tc>
          <w:tcPr>
            <w:tcW w:w="756" w:type="dxa"/>
          </w:tcPr>
          <w:p w:rsidR="00171385" w:rsidRPr="00393986" w:rsidRDefault="00171385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932" w:type="dxa"/>
          </w:tcPr>
          <w:p w:rsidR="00171385" w:rsidRPr="005A1297" w:rsidRDefault="00171385" w:rsidP="00C667E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 автодороги М-6 «</w:t>
            </w:r>
            <w:r w:rsidRPr="00171385">
              <w:rPr>
                <w:rFonts w:ascii="Times New Roman" w:hAnsi="Times New Roman"/>
                <w:sz w:val="24"/>
                <w:szCs w:val="24"/>
              </w:rPr>
              <w:t>Каспий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71385">
              <w:rPr>
                <w:rFonts w:ascii="Times New Roman" w:hAnsi="Times New Roman"/>
                <w:sz w:val="24"/>
                <w:szCs w:val="24"/>
              </w:rPr>
              <w:t xml:space="preserve"> - Калинино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171385">
              <w:rPr>
                <w:rFonts w:ascii="Times New Roman" w:hAnsi="Times New Roman"/>
                <w:sz w:val="24"/>
                <w:szCs w:val="24"/>
              </w:rPr>
              <w:t xml:space="preserve"> Заречье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«Калининская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171385" w:rsidRPr="005A1297" w:rsidRDefault="0017138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72CC" w:rsidRPr="005A1297" w:rsidTr="008E4A90">
        <w:trPr>
          <w:cantSplit/>
          <w:trHeight w:val="1134"/>
        </w:trPr>
        <w:tc>
          <w:tcPr>
            <w:tcW w:w="756" w:type="dxa"/>
          </w:tcPr>
          <w:p w:rsidR="002C72CC" w:rsidRPr="00393986" w:rsidRDefault="002C72CC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932" w:type="dxa"/>
          </w:tcPr>
          <w:p w:rsidR="002C72CC" w:rsidRPr="005A1297" w:rsidRDefault="002C72CC" w:rsidP="00C667E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 автодороги «</w:t>
            </w:r>
            <w:r w:rsidRPr="002C72CC">
              <w:rPr>
                <w:rFonts w:ascii="Times New Roman" w:hAnsi="Times New Roman"/>
                <w:sz w:val="24"/>
                <w:szCs w:val="24"/>
              </w:rPr>
              <w:t>Рязань - Ряжск - Алекса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ндро-Невский - Данков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Ефремов»</w:t>
            </w:r>
            <w:r w:rsidRPr="002C72CC">
              <w:rPr>
                <w:rFonts w:ascii="Times New Roman" w:hAnsi="Times New Roman"/>
                <w:sz w:val="24"/>
                <w:szCs w:val="24"/>
              </w:rPr>
              <w:t xml:space="preserve"> - Бурминка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2C72CC">
              <w:rPr>
                <w:rFonts w:ascii="Times New Roman" w:hAnsi="Times New Roman"/>
                <w:sz w:val="24"/>
                <w:szCs w:val="24"/>
              </w:rPr>
              <w:t xml:space="preserve"> Мары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«Бурминская ООШ)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72CC" w:rsidRDefault="002C72CC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2C10" w:rsidRPr="005A1297" w:rsidTr="008E4A90">
        <w:trPr>
          <w:cantSplit/>
          <w:trHeight w:val="1134"/>
        </w:trPr>
        <w:tc>
          <w:tcPr>
            <w:tcW w:w="756" w:type="dxa"/>
          </w:tcPr>
          <w:p w:rsidR="00F32C10" w:rsidRPr="00393986" w:rsidRDefault="00F32C1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932" w:type="dxa"/>
          </w:tcPr>
          <w:p w:rsidR="00F32C10" w:rsidRPr="005A1297" w:rsidRDefault="00F32C10" w:rsidP="00171385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F32C10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Благие - Павловка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F32C10">
              <w:rPr>
                <w:rFonts w:ascii="Times New Roman" w:hAnsi="Times New Roman"/>
                <w:sz w:val="24"/>
                <w:szCs w:val="24"/>
              </w:rPr>
              <w:t xml:space="preserve"> Дмитриевка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(Филиал «Павловская ООШ» МБОУ «Студенковская СОШ»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F32C1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2C10" w:rsidRPr="005A1297" w:rsidTr="008E4A90">
        <w:trPr>
          <w:cantSplit/>
          <w:trHeight w:val="1134"/>
        </w:trPr>
        <w:tc>
          <w:tcPr>
            <w:tcW w:w="756" w:type="dxa"/>
          </w:tcPr>
          <w:p w:rsidR="00F32C10" w:rsidRPr="00393986" w:rsidRDefault="00F32C1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932" w:type="dxa"/>
          </w:tcPr>
          <w:p w:rsidR="00F32C10" w:rsidRPr="005A1297" w:rsidRDefault="00266827" w:rsidP="00C667E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66827">
              <w:rPr>
                <w:rFonts w:ascii="Times New Roman" w:hAnsi="Times New Roman"/>
                <w:sz w:val="24"/>
                <w:szCs w:val="24"/>
              </w:rPr>
              <w:t xml:space="preserve">Просечье -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266827">
              <w:rPr>
                <w:rFonts w:ascii="Times New Roman" w:hAnsi="Times New Roman"/>
                <w:sz w:val="24"/>
                <w:szCs w:val="24"/>
              </w:rPr>
              <w:t xml:space="preserve">Михалково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266827">
              <w:rPr>
                <w:rFonts w:ascii="Times New Roman" w:hAnsi="Times New Roman"/>
                <w:sz w:val="24"/>
                <w:szCs w:val="24"/>
              </w:rPr>
              <w:t xml:space="preserve"> Заборово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(Филиал «Михалковск</w:t>
            </w:r>
            <w:r w:rsidR="00E060A5">
              <w:rPr>
                <w:rFonts w:ascii="Times New Roman" w:hAnsi="Times New Roman"/>
                <w:sz w:val="24"/>
                <w:szCs w:val="24"/>
              </w:rPr>
              <w:t>ая О</w:t>
            </w:r>
            <w:r>
              <w:rPr>
                <w:rFonts w:ascii="Times New Roman" w:hAnsi="Times New Roman"/>
                <w:sz w:val="24"/>
                <w:szCs w:val="24"/>
              </w:rPr>
              <w:t>ОШ» МБОУ «Просеченская СОШ»</w:t>
            </w:r>
            <w:r w:rsidR="00E060A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32C10" w:rsidRDefault="0026682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31DB" w:rsidRPr="005A1297" w:rsidTr="00D431DB">
        <w:trPr>
          <w:cantSplit/>
          <w:trHeight w:val="242"/>
        </w:trPr>
        <w:tc>
          <w:tcPr>
            <w:tcW w:w="756" w:type="dxa"/>
          </w:tcPr>
          <w:p w:rsidR="00D431DB" w:rsidRPr="00393986" w:rsidRDefault="00D431DB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527" w:type="dxa"/>
            <w:gridSpan w:val="10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Ермишинский район</w:t>
            </w:r>
          </w:p>
        </w:tc>
      </w:tr>
      <w:tr w:rsidR="00D431DB" w:rsidRPr="005A1297" w:rsidTr="008E4A90">
        <w:trPr>
          <w:cantSplit/>
          <w:trHeight w:val="1134"/>
        </w:trPr>
        <w:tc>
          <w:tcPr>
            <w:tcW w:w="756" w:type="dxa"/>
          </w:tcPr>
          <w:p w:rsidR="00D431DB" w:rsidRPr="00393986" w:rsidRDefault="00D431DB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932" w:type="dxa"/>
          </w:tcPr>
          <w:p w:rsidR="00D431DB" w:rsidRPr="005A1297" w:rsidRDefault="00D431DB" w:rsidP="00C667E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431DB">
              <w:rPr>
                <w:rFonts w:ascii="Times New Roman" w:hAnsi="Times New Roman"/>
                <w:sz w:val="24"/>
                <w:szCs w:val="24"/>
              </w:rPr>
              <w:t>от автодороги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 «Восход -</w:t>
            </w:r>
            <w:r w:rsidRPr="00D431DB">
              <w:rPr>
                <w:rFonts w:ascii="Times New Roman" w:hAnsi="Times New Roman"/>
                <w:sz w:val="24"/>
                <w:szCs w:val="24"/>
              </w:rPr>
              <w:t xml:space="preserve"> Ермишь» - Торопово - Азеево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431DB">
              <w:rPr>
                <w:rFonts w:ascii="Times New Roman" w:hAnsi="Times New Roman"/>
                <w:sz w:val="24"/>
                <w:szCs w:val="24"/>
              </w:rPr>
              <w:t xml:space="preserve"> Нарма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«Азеевская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31DB" w:rsidRPr="005A1297" w:rsidTr="008E4A90">
        <w:trPr>
          <w:cantSplit/>
          <w:trHeight w:val="1134"/>
        </w:trPr>
        <w:tc>
          <w:tcPr>
            <w:tcW w:w="756" w:type="dxa"/>
          </w:tcPr>
          <w:p w:rsidR="00D431DB" w:rsidRPr="00393986" w:rsidRDefault="00D431DB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932" w:type="dxa"/>
          </w:tcPr>
          <w:p w:rsidR="00D431DB" w:rsidRPr="005A1297" w:rsidRDefault="00D431DB" w:rsidP="002A6325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431DB">
              <w:rPr>
                <w:rFonts w:ascii="Times New Roman" w:hAnsi="Times New Roman"/>
                <w:sz w:val="24"/>
                <w:szCs w:val="24"/>
              </w:rPr>
              <w:t xml:space="preserve">от автодороги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«Восход -</w:t>
            </w:r>
            <w:r w:rsidRPr="00D431DB">
              <w:rPr>
                <w:rFonts w:ascii="Times New Roman" w:hAnsi="Times New Roman"/>
                <w:sz w:val="24"/>
                <w:szCs w:val="24"/>
              </w:rPr>
              <w:t xml:space="preserve"> Ермишь» - Торопово - Азеево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431DB">
              <w:rPr>
                <w:rFonts w:ascii="Times New Roman" w:hAnsi="Times New Roman"/>
                <w:sz w:val="24"/>
                <w:szCs w:val="24"/>
              </w:rPr>
              <w:t xml:space="preserve"> Нарма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«Нарминская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431DB" w:rsidRDefault="00D431D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6325" w:rsidRPr="005A1297" w:rsidTr="008E4A90">
        <w:trPr>
          <w:cantSplit/>
          <w:trHeight w:val="1134"/>
        </w:trPr>
        <w:tc>
          <w:tcPr>
            <w:tcW w:w="756" w:type="dxa"/>
          </w:tcPr>
          <w:p w:rsidR="002A6325" w:rsidRPr="00393986" w:rsidRDefault="002A6325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932" w:type="dxa"/>
          </w:tcPr>
          <w:p w:rsidR="002A6325" w:rsidRPr="005A1297" w:rsidRDefault="002A6325" w:rsidP="00D431D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2A6325">
              <w:rPr>
                <w:rFonts w:ascii="Times New Roman" w:eastAsia="Calibri" w:hAnsi="Times New Roman"/>
                <w:sz w:val="24"/>
                <w:szCs w:val="24"/>
              </w:rPr>
              <w:t xml:space="preserve">дорожного движения на  автомобильной дороге </w:t>
            </w:r>
            <w:r w:rsidRPr="002A6325">
              <w:rPr>
                <w:rFonts w:ascii="Times New Roman" w:hAnsi="Times New Roman"/>
                <w:sz w:val="24"/>
                <w:szCs w:val="24"/>
              </w:rPr>
              <w:t xml:space="preserve">от автодороги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«Восход -</w:t>
            </w:r>
            <w:r w:rsidRPr="002A6325">
              <w:rPr>
                <w:rFonts w:ascii="Times New Roman" w:hAnsi="Times New Roman"/>
                <w:sz w:val="24"/>
                <w:szCs w:val="24"/>
              </w:rPr>
              <w:t xml:space="preserve"> Ермишь» подъезд: Савватьма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«Савватемская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6325" w:rsidRPr="005A1297" w:rsidTr="002A6325">
        <w:trPr>
          <w:cantSplit/>
          <w:trHeight w:val="299"/>
        </w:trPr>
        <w:tc>
          <w:tcPr>
            <w:tcW w:w="756" w:type="dxa"/>
          </w:tcPr>
          <w:p w:rsidR="002A6325" w:rsidRPr="00393986" w:rsidRDefault="002A6325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527" w:type="dxa"/>
            <w:gridSpan w:val="10"/>
          </w:tcPr>
          <w:p w:rsidR="002A6325" w:rsidRDefault="002A632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Кадомский район</w:t>
            </w:r>
          </w:p>
        </w:tc>
      </w:tr>
      <w:tr w:rsidR="002A6325" w:rsidRPr="005A1297" w:rsidTr="008E4A90">
        <w:trPr>
          <w:cantSplit/>
          <w:trHeight w:val="1134"/>
        </w:trPr>
        <w:tc>
          <w:tcPr>
            <w:tcW w:w="756" w:type="dxa"/>
          </w:tcPr>
          <w:p w:rsidR="002A6325" w:rsidRPr="00393986" w:rsidRDefault="002A6325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32" w:type="dxa"/>
          </w:tcPr>
          <w:p w:rsidR="002A6325" w:rsidRPr="005A1297" w:rsidRDefault="002A6325" w:rsidP="006B5819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2A6325">
              <w:rPr>
                <w:rFonts w:ascii="Times New Roman" w:eastAsia="Calibri" w:hAnsi="Times New Roman"/>
                <w:sz w:val="24"/>
                <w:szCs w:val="24"/>
              </w:rPr>
              <w:t>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A6325">
              <w:rPr>
                <w:rFonts w:ascii="Times New Roman" w:hAnsi="Times New Roman"/>
                <w:sz w:val="24"/>
                <w:szCs w:val="24"/>
              </w:rPr>
              <w:t>обход рабочего поселка Кадом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Кадомская СШ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им. С.Я. Батышева)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A6325" w:rsidRDefault="0091424D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5819" w:rsidRPr="005A1297" w:rsidTr="008E4A90">
        <w:trPr>
          <w:cantSplit/>
          <w:trHeight w:val="1134"/>
        </w:trPr>
        <w:tc>
          <w:tcPr>
            <w:tcW w:w="756" w:type="dxa"/>
          </w:tcPr>
          <w:p w:rsidR="006B5819" w:rsidRPr="00393986" w:rsidRDefault="006B5819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32" w:type="dxa"/>
          </w:tcPr>
          <w:p w:rsidR="006B5819" w:rsidRPr="005A1297" w:rsidRDefault="006B5819" w:rsidP="00D431D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6B5819">
              <w:rPr>
                <w:rFonts w:ascii="Times New Roman" w:eastAsia="Calibri" w:hAnsi="Times New Roman"/>
                <w:sz w:val="24"/>
                <w:szCs w:val="24"/>
              </w:rPr>
              <w:t xml:space="preserve">дорожного движения на  автомобильной дороге </w:t>
            </w:r>
            <w:r w:rsidRPr="006B5819">
              <w:rPr>
                <w:rFonts w:ascii="Times New Roman" w:hAnsi="Times New Roman"/>
                <w:sz w:val="24"/>
                <w:szCs w:val="24"/>
              </w:rPr>
              <w:t>Кадом - Енкаево - граница района (МОУ Енкаевская школа)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5819" w:rsidRPr="005A1297" w:rsidTr="008E4A90">
        <w:trPr>
          <w:cantSplit/>
          <w:trHeight w:val="1134"/>
        </w:trPr>
        <w:tc>
          <w:tcPr>
            <w:tcW w:w="756" w:type="dxa"/>
          </w:tcPr>
          <w:p w:rsidR="006B5819" w:rsidRPr="00393986" w:rsidRDefault="006B5819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932" w:type="dxa"/>
          </w:tcPr>
          <w:p w:rsidR="006B5819" w:rsidRPr="005A1297" w:rsidRDefault="006B5819" w:rsidP="00C667E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6B5819">
              <w:rPr>
                <w:rFonts w:ascii="Times New Roman" w:eastAsia="Calibri" w:hAnsi="Times New Roman"/>
                <w:sz w:val="24"/>
                <w:szCs w:val="24"/>
              </w:rPr>
              <w:t xml:space="preserve">дорожного движения на  автомобильной дороге </w:t>
            </w:r>
            <w:r w:rsidRPr="006B5819">
              <w:rPr>
                <w:rFonts w:ascii="Times New Roman" w:hAnsi="Times New Roman"/>
                <w:sz w:val="24"/>
                <w:szCs w:val="24"/>
              </w:rPr>
              <w:t xml:space="preserve">от автодороги «Кадом - Кочемирово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6B5819">
              <w:rPr>
                <w:rFonts w:ascii="Times New Roman" w:hAnsi="Times New Roman"/>
                <w:sz w:val="24"/>
                <w:szCs w:val="24"/>
              </w:rPr>
              <w:t xml:space="preserve"> Заулки» подъезд: Кущапино (МОУ Кущапинская школа)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5819" w:rsidRPr="005A1297" w:rsidTr="008E4A90">
        <w:trPr>
          <w:cantSplit/>
          <w:trHeight w:val="1134"/>
        </w:trPr>
        <w:tc>
          <w:tcPr>
            <w:tcW w:w="756" w:type="dxa"/>
          </w:tcPr>
          <w:p w:rsidR="006B5819" w:rsidRPr="00393986" w:rsidRDefault="006B5819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932" w:type="dxa"/>
          </w:tcPr>
          <w:p w:rsidR="006B5819" w:rsidRPr="005A1297" w:rsidRDefault="006B5819" w:rsidP="00D431D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6B5819">
              <w:rPr>
                <w:rFonts w:ascii="Times New Roman" w:eastAsia="Calibri" w:hAnsi="Times New Roman"/>
                <w:sz w:val="24"/>
                <w:szCs w:val="24"/>
              </w:rPr>
              <w:t>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B5819">
              <w:rPr>
                <w:rFonts w:ascii="Times New Roman" w:hAnsi="Times New Roman"/>
                <w:sz w:val="24"/>
                <w:szCs w:val="24"/>
              </w:rPr>
              <w:t>Кадом - Котелино - Нижне-Никольск - граница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Котелинская школа)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B5819" w:rsidRDefault="006B5819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ED5" w:rsidRPr="005A1297" w:rsidTr="008E4A90">
        <w:trPr>
          <w:cantSplit/>
          <w:trHeight w:val="1134"/>
        </w:trPr>
        <w:tc>
          <w:tcPr>
            <w:tcW w:w="756" w:type="dxa"/>
          </w:tcPr>
          <w:p w:rsidR="00AD2ED5" w:rsidRPr="00393986" w:rsidRDefault="00AD2ED5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932" w:type="dxa"/>
          </w:tcPr>
          <w:p w:rsidR="00AD2ED5" w:rsidRPr="005A1297" w:rsidRDefault="00AD2ED5" w:rsidP="00B826F7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</w:t>
            </w:r>
            <w:r w:rsidRPr="00AD2ED5">
              <w:rPr>
                <w:rFonts w:ascii="Times New Roman" w:eastAsia="Calibri" w:hAnsi="Times New Roman"/>
                <w:sz w:val="24"/>
                <w:szCs w:val="24"/>
              </w:rPr>
              <w:t xml:space="preserve">элементами повышения безопасности дорожного движения на  автомобильной дороге </w:t>
            </w:r>
            <w:r w:rsidRPr="00AD2ED5">
              <w:rPr>
                <w:rFonts w:ascii="Times New Roman" w:hAnsi="Times New Roman"/>
                <w:sz w:val="24"/>
                <w:szCs w:val="24"/>
              </w:rPr>
              <w:t>Сасово - Восход - Кадом (23+800 - 54+200)</w:t>
            </w:r>
            <w:r w:rsidRPr="00AD2ED5">
              <w:rPr>
                <w:rFonts w:ascii="Times New Roman" w:eastAsia="Calibri" w:hAnsi="Times New Roman"/>
                <w:sz w:val="24"/>
                <w:szCs w:val="24"/>
              </w:rPr>
              <w:t xml:space="preserve"> (МДОУ Кадомский детский сад №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D2ED5">
              <w:rPr>
                <w:rFonts w:ascii="Times New Roman" w:eastAsia="Calibri" w:hAnsi="Times New Roman"/>
                <w:sz w:val="24"/>
                <w:szCs w:val="24"/>
              </w:rPr>
              <w:t>4)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D2ED5" w:rsidRDefault="00AD2ED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Касимовский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widowControl w:val="0"/>
              <w:tabs>
                <w:tab w:val="left" w:pos="18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 - Егорьевск -  Тума - Касимов (231+470 - 257+278)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 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(МОУ «Гусевская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1811,572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от автодороги «Москва - Егорьевск - Тума - Касимов» - Погост - Гиблицы - Лубяники - Чарус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 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«Гиблицкая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879,62975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Касимов - Новая Деревня - Елатьма - Савостьяново - Ардабьево - Дмитриево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 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«Новодеревенская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473,43095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от автодороги «Москва - Егорьевск - Тума - Касимов» подъезд: Сынтул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 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«Сынтульская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1884,772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Елатьма - Крюково - Которово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 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«Елатомская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869,431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</w:tcPr>
          <w:p w:rsidR="008E4A90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Касимов - Новая Деревня - Елатьма - Савостьяново - Ардабьево - Дмитриево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(Дмитриевская ООШ филиал МОУ «Торбаевская СОШ»)</w:t>
            </w:r>
          </w:p>
          <w:p w:rsidR="00B826F7" w:rsidRDefault="00B826F7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5A1297" w:rsidRDefault="00B826F7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465,70975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Клепиковский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Тума - Спирино - Бусаево - Голованово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Клепиковском  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(Филиал МОУ Тумская СОШ № 46 </w:t>
            </w:r>
            <w:r w:rsidRPr="00B826F7">
              <w:rPr>
                <w:rFonts w:ascii="Times New Roman" w:hAnsi="Times New Roman"/>
                <w:spacing w:val="-2"/>
                <w:sz w:val="24"/>
                <w:szCs w:val="24"/>
              </w:rPr>
              <w:t>«Бусаевская начальная  школа - детский сад»)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862,9237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 - Егорьевск - Тума - Касимов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Клепиковском районе  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(158+300 - 231+470)</w:t>
            </w:r>
            <w:r w:rsidR="00C667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(МОУ Тумская СОШ № 46)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1466,02106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05EF" w:rsidRPr="005A1297" w:rsidTr="008E4A90">
        <w:trPr>
          <w:cantSplit/>
          <w:trHeight w:val="1134"/>
        </w:trPr>
        <w:tc>
          <w:tcPr>
            <w:tcW w:w="756" w:type="dxa"/>
          </w:tcPr>
          <w:p w:rsidR="003905EF" w:rsidRPr="00393986" w:rsidRDefault="003905EF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4932" w:type="dxa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905EF">
              <w:rPr>
                <w:rFonts w:ascii="Times New Roman" w:hAnsi="Times New Roman"/>
                <w:sz w:val="24"/>
                <w:szCs w:val="24"/>
              </w:rPr>
              <w:t>от автодор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оги «Москва - Егорьевск - Тума -</w:t>
            </w:r>
            <w:r w:rsidRPr="003905EF">
              <w:rPr>
                <w:rFonts w:ascii="Times New Roman" w:hAnsi="Times New Roman"/>
                <w:sz w:val="24"/>
                <w:szCs w:val="24"/>
              </w:rPr>
              <w:t xml:space="preserve"> Касимов» подъезд: Шабаево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«Клепиковская СОШ №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1»)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Pr="005A1297" w:rsidRDefault="003905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05EF" w:rsidRPr="005A1297" w:rsidTr="008E4A90">
        <w:trPr>
          <w:cantSplit/>
          <w:trHeight w:val="1134"/>
        </w:trPr>
        <w:tc>
          <w:tcPr>
            <w:tcW w:w="756" w:type="dxa"/>
          </w:tcPr>
          <w:p w:rsidR="003905EF" w:rsidRPr="00393986" w:rsidRDefault="003905EF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4932" w:type="dxa"/>
          </w:tcPr>
          <w:p w:rsidR="003905EF" w:rsidRPr="005A1297" w:rsidRDefault="003905EF" w:rsidP="003905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Москва - Егорьевск - Тума -</w:t>
            </w:r>
            <w:r w:rsidRPr="003905EF">
              <w:rPr>
                <w:rFonts w:ascii="Times New Roman" w:hAnsi="Times New Roman"/>
                <w:sz w:val="24"/>
                <w:szCs w:val="24"/>
              </w:rPr>
              <w:t xml:space="preserve"> Касимов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(МБУ ДО «Тумская ДЮСШ»)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05EF" w:rsidRPr="005A1297" w:rsidTr="008E4A90">
        <w:trPr>
          <w:cantSplit/>
          <w:trHeight w:val="1134"/>
        </w:trPr>
        <w:tc>
          <w:tcPr>
            <w:tcW w:w="756" w:type="dxa"/>
          </w:tcPr>
          <w:p w:rsidR="003905EF" w:rsidRPr="00393986" w:rsidRDefault="003905EF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4932" w:type="dxa"/>
          </w:tcPr>
          <w:p w:rsidR="003905EF" w:rsidRPr="003905EF" w:rsidRDefault="003905EF" w:rsidP="003905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905EF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Тума -</w:t>
            </w:r>
            <w:r w:rsidRPr="003905EF">
              <w:rPr>
                <w:rFonts w:ascii="Times New Roman" w:hAnsi="Times New Roman"/>
                <w:sz w:val="24"/>
                <w:szCs w:val="24"/>
              </w:rPr>
              <w:t xml:space="preserve"> Воронцово (МОУ «Тумская СОШ №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EF">
              <w:rPr>
                <w:rFonts w:ascii="Times New Roman" w:hAnsi="Times New Roman"/>
                <w:sz w:val="24"/>
                <w:szCs w:val="24"/>
              </w:rPr>
              <w:t>3»)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905EF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5AEB" w:rsidRPr="005A1297" w:rsidTr="008E4A90">
        <w:trPr>
          <w:cantSplit/>
          <w:trHeight w:val="1134"/>
        </w:trPr>
        <w:tc>
          <w:tcPr>
            <w:tcW w:w="756" w:type="dxa"/>
          </w:tcPr>
          <w:p w:rsidR="00E55AEB" w:rsidRPr="00393986" w:rsidRDefault="00E55AEB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4932" w:type="dxa"/>
          </w:tcPr>
          <w:p w:rsidR="00E55AEB" w:rsidRPr="00E55AEB" w:rsidRDefault="00E55AEB" w:rsidP="003905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55AEB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Спас-Клепики -</w:t>
            </w:r>
            <w:r w:rsidRPr="00E55AEB">
              <w:rPr>
                <w:rFonts w:ascii="Times New Roman" w:hAnsi="Times New Roman"/>
                <w:sz w:val="24"/>
                <w:szCs w:val="24"/>
              </w:rPr>
              <w:t xml:space="preserve"> Гришино (МОУ «Екшурская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E55AE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5AEB" w:rsidRPr="005A1297" w:rsidTr="008E4A90">
        <w:trPr>
          <w:cantSplit/>
          <w:trHeight w:val="1134"/>
        </w:trPr>
        <w:tc>
          <w:tcPr>
            <w:tcW w:w="756" w:type="dxa"/>
          </w:tcPr>
          <w:p w:rsidR="00E55AEB" w:rsidRPr="00393986" w:rsidRDefault="00E55AEB" w:rsidP="00E55AE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4932" w:type="dxa"/>
          </w:tcPr>
          <w:p w:rsidR="00E55AEB" w:rsidRPr="00E55AEB" w:rsidRDefault="00E55AEB" w:rsidP="00E55AEB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55AEB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от автодороги «Спас-Клепики -</w:t>
            </w:r>
            <w:r w:rsidRPr="00E55AEB">
              <w:rPr>
                <w:rFonts w:ascii="Times New Roman" w:hAnsi="Times New Roman"/>
                <w:sz w:val="24"/>
                <w:szCs w:val="24"/>
              </w:rPr>
              <w:t xml:space="preserve"> Рязань» подъезд: Криуша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«Криушинская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E55AEB" w:rsidRDefault="009B1AA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C4DA6" w:rsidRPr="005A1297" w:rsidTr="008E4A90">
        <w:trPr>
          <w:cantSplit/>
          <w:trHeight w:val="1134"/>
        </w:trPr>
        <w:tc>
          <w:tcPr>
            <w:tcW w:w="756" w:type="dxa"/>
          </w:tcPr>
          <w:p w:rsidR="00CC4DA6" w:rsidRPr="00393986" w:rsidRDefault="00CC4DA6" w:rsidP="00E55AE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4932" w:type="dxa"/>
          </w:tcPr>
          <w:p w:rsidR="00CC4DA6" w:rsidRPr="00CC4DA6" w:rsidRDefault="00CC4DA6" w:rsidP="00CC4DA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C4DA6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Тума - Спирино - Бусаево -</w:t>
            </w:r>
            <w:r w:rsidRPr="00CC4DA6">
              <w:rPr>
                <w:rFonts w:ascii="Times New Roman" w:hAnsi="Times New Roman"/>
                <w:sz w:val="24"/>
                <w:szCs w:val="24"/>
              </w:rPr>
              <w:t xml:space="preserve"> Голованово (Филиал МОУ Тумская СОШ №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4DA6">
              <w:rPr>
                <w:rFonts w:ascii="Times New Roman" w:hAnsi="Times New Roman"/>
                <w:sz w:val="24"/>
                <w:szCs w:val="24"/>
              </w:rPr>
              <w:t>3 «Спиринская ОШ»)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C4DA6" w:rsidRDefault="00CC4DA6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6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Кораблинский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6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keepNext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от автодороги  «Рязань - Ряжск - Александро-Невский - Данков - Ефремов» - Ибердский - граница района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Кораблинском  районе  Рязанской области (МОУ «Кипчаковская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999,2984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D80" w:rsidRPr="005A1297" w:rsidTr="008E4A90">
        <w:trPr>
          <w:cantSplit/>
          <w:trHeight w:val="1134"/>
        </w:trPr>
        <w:tc>
          <w:tcPr>
            <w:tcW w:w="756" w:type="dxa"/>
          </w:tcPr>
          <w:p w:rsidR="00B70D8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6</w:t>
            </w:r>
            <w:r w:rsidR="00B70D8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B70D80" w:rsidRPr="005A1297" w:rsidRDefault="00B70D80" w:rsidP="008E4A90">
            <w:pPr>
              <w:keepNext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70D80">
              <w:rPr>
                <w:rFonts w:ascii="Times New Roman" w:hAnsi="Times New Roman"/>
                <w:sz w:val="24"/>
                <w:szCs w:val="24"/>
              </w:rPr>
              <w:t>Кораблино - Молвина Слобода - Хомут - Бестужево - плотина ГРЭС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«Кораблинская СШ №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1»)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1000*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110A" w:rsidRPr="005A1297" w:rsidTr="00C0110A">
        <w:trPr>
          <w:cantSplit/>
          <w:trHeight w:val="257"/>
        </w:trPr>
        <w:tc>
          <w:tcPr>
            <w:tcW w:w="756" w:type="dxa"/>
          </w:tcPr>
          <w:p w:rsidR="00C0110A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7</w:t>
            </w:r>
            <w:r w:rsidR="00C0110A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C0110A" w:rsidRDefault="00C0110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C0110A" w:rsidRPr="005A1297" w:rsidTr="008E4A90">
        <w:trPr>
          <w:cantSplit/>
          <w:trHeight w:val="1134"/>
        </w:trPr>
        <w:tc>
          <w:tcPr>
            <w:tcW w:w="756" w:type="dxa"/>
          </w:tcPr>
          <w:p w:rsidR="00C0110A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7</w:t>
            </w:r>
            <w:r w:rsidR="00C0110A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C0110A" w:rsidRPr="005A1297" w:rsidRDefault="00C0110A" w:rsidP="00612460">
            <w:pPr>
              <w:keepNext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0110A">
              <w:rPr>
                <w:rFonts w:ascii="Times New Roman" w:hAnsi="Times New Roman"/>
                <w:sz w:val="24"/>
                <w:szCs w:val="24"/>
              </w:rPr>
              <w:t>Милославское - Большое Подовечье - граница района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(МОУ «Больше-</w:t>
            </w:r>
            <w:r>
              <w:rPr>
                <w:rFonts w:ascii="Times New Roman" w:hAnsi="Times New Roman"/>
                <w:sz w:val="24"/>
                <w:szCs w:val="24"/>
              </w:rPr>
              <w:t>Подовеченская школа»)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0110A" w:rsidRDefault="00CB2CA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7C5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B407C5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7</w:t>
            </w:r>
            <w:r w:rsidR="00B407C5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B407C5" w:rsidRPr="005A1297" w:rsidRDefault="00B407C5" w:rsidP="008E4A90">
            <w:pPr>
              <w:keepNext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B407C5">
              <w:rPr>
                <w:rFonts w:ascii="Times New Roman" w:hAnsi="Times New Roman"/>
                <w:sz w:val="24"/>
                <w:szCs w:val="24"/>
              </w:rPr>
              <w:t xml:space="preserve">Чернава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B407C5">
              <w:rPr>
                <w:rFonts w:ascii="Times New Roman" w:hAnsi="Times New Roman"/>
                <w:sz w:val="24"/>
                <w:szCs w:val="24"/>
              </w:rPr>
              <w:t xml:space="preserve"> Потапово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«Чернавская школа»)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B407C5" w:rsidRDefault="00B407C5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734A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DB734A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7</w:t>
            </w:r>
            <w:r w:rsidR="00DB734A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DB734A" w:rsidRPr="005A1297" w:rsidRDefault="00DB734A" w:rsidP="008E4A90">
            <w:pPr>
              <w:keepNext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</w:t>
            </w:r>
            <w:r w:rsidRPr="00DB734A">
              <w:rPr>
                <w:rFonts w:ascii="Times New Roman" w:eastAsia="Calibri" w:hAnsi="Times New Roman"/>
                <w:sz w:val="24"/>
                <w:szCs w:val="24"/>
              </w:rPr>
              <w:t>безопасности дорожного движения на  автомобильной дороге</w:t>
            </w:r>
            <w:r w:rsidRPr="00DB734A">
              <w:rPr>
                <w:rFonts w:ascii="Times New Roman" w:hAnsi="Times New Roman"/>
                <w:sz w:val="24"/>
                <w:szCs w:val="24"/>
              </w:rPr>
              <w:t xml:space="preserve"> Центральный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B734A">
              <w:rPr>
                <w:rFonts w:ascii="Times New Roman" w:hAnsi="Times New Roman"/>
                <w:sz w:val="24"/>
                <w:szCs w:val="24"/>
              </w:rPr>
              <w:t xml:space="preserve"> Поляны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«Центральная школа»)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6F7" w:rsidRPr="005A1297" w:rsidTr="00B826F7"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393986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Pr="005A1297" w:rsidRDefault="00B826F7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B826F7">
        <w:tc>
          <w:tcPr>
            <w:tcW w:w="756" w:type="dxa"/>
            <w:tcBorders>
              <w:top w:val="nil"/>
            </w:tcBorders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8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  <w:tcBorders>
              <w:top w:val="nil"/>
            </w:tcBorders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8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Стрелецкие Выселки - поселок Октябрьский в Михайловском районе Рязанской области                               (МОУ Октябрьская СОШ № 2)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1878,30554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8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          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«Калуга - Тула - Михайлов - Рязань» - центральное отделение совхоза «Заря» - Иваньково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 Михайловском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(МОУ «Заревская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463,5904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8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от автодороги                         М-6 «Каспий» - Грязное - Поздное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Михайловском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(МОУ «Чапаевская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883,60975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99B" w:rsidRPr="005A1297" w:rsidTr="008E4A90">
        <w:trPr>
          <w:cantSplit/>
          <w:trHeight w:val="1134"/>
        </w:trPr>
        <w:tc>
          <w:tcPr>
            <w:tcW w:w="756" w:type="dxa"/>
          </w:tcPr>
          <w:p w:rsidR="00D9299B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8</w:t>
            </w:r>
            <w:r w:rsidR="00D9299B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D9299B" w:rsidRPr="005A1297" w:rsidRDefault="00D9299B" w:rsidP="00D9299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</w:t>
            </w:r>
            <w:r w:rsidRPr="00D9299B">
              <w:rPr>
                <w:rFonts w:ascii="Times New Roman" w:eastAsia="Calibri" w:hAnsi="Times New Roman"/>
                <w:sz w:val="24"/>
                <w:szCs w:val="24"/>
              </w:rPr>
              <w:t xml:space="preserve">элементами повышения безопасности дорожного движения на автомобильной дороге </w:t>
            </w:r>
            <w:r w:rsidRPr="00D9299B">
              <w:rPr>
                <w:rFonts w:ascii="Times New Roman" w:hAnsi="Times New Roman"/>
                <w:sz w:val="24"/>
                <w:szCs w:val="24"/>
              </w:rPr>
              <w:t>от автодороги М-6 «Каспий» подъезд: Красное (МОУ «Печерне-Высельская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Pr="005A1297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99B" w:rsidRPr="005A1297" w:rsidTr="008E4A90">
        <w:trPr>
          <w:cantSplit/>
          <w:trHeight w:val="1134"/>
        </w:trPr>
        <w:tc>
          <w:tcPr>
            <w:tcW w:w="756" w:type="dxa"/>
          </w:tcPr>
          <w:p w:rsidR="00D9299B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8</w:t>
            </w:r>
            <w:r w:rsidR="00D9299B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D9299B" w:rsidRPr="005A1297" w:rsidRDefault="00D9299B" w:rsidP="00D9299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от автодороги                         М-6 «Каспий» - Грязное - Поздное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Михайловском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ОГБОУ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«Чапаевская </w:t>
            </w:r>
            <w:r>
              <w:rPr>
                <w:rFonts w:ascii="Times New Roman" w:hAnsi="Times New Roman"/>
                <w:sz w:val="24"/>
                <w:szCs w:val="24"/>
              </w:rPr>
              <w:t>школа-интернат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9299B" w:rsidRDefault="00D9299B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62DE" w:rsidRPr="005A1297" w:rsidTr="00B826F7">
        <w:trPr>
          <w:cantSplit/>
          <w:trHeight w:val="75"/>
        </w:trPr>
        <w:tc>
          <w:tcPr>
            <w:tcW w:w="756" w:type="dxa"/>
          </w:tcPr>
          <w:p w:rsidR="007962DE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9</w:t>
            </w:r>
            <w:r w:rsidR="007962DE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Пителинский район</w:t>
            </w:r>
          </w:p>
        </w:tc>
      </w:tr>
      <w:tr w:rsidR="007962DE" w:rsidRPr="005A1297" w:rsidTr="008E4A90">
        <w:trPr>
          <w:cantSplit/>
          <w:trHeight w:val="1134"/>
        </w:trPr>
        <w:tc>
          <w:tcPr>
            <w:tcW w:w="756" w:type="dxa"/>
          </w:tcPr>
          <w:p w:rsidR="007962DE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9</w:t>
            </w:r>
            <w:r w:rsidR="007962DE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7962DE" w:rsidRPr="005A1297" w:rsidRDefault="007962DE" w:rsidP="00A5405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5405B" w:rsidRPr="007962DE">
              <w:rPr>
                <w:rFonts w:ascii="Times New Roman" w:hAnsi="Times New Roman"/>
                <w:sz w:val="24"/>
                <w:szCs w:val="24"/>
              </w:rPr>
              <w:t>Пителино</w:t>
            </w:r>
            <w:r w:rsidR="00A5405B">
              <w:rPr>
                <w:rFonts w:ascii="Times New Roman" w:hAnsi="Times New Roman"/>
                <w:sz w:val="24"/>
                <w:szCs w:val="24"/>
              </w:rPr>
              <w:t xml:space="preserve"> - автодорога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«Шацк -</w:t>
            </w:r>
            <w:r w:rsidRPr="007962DE">
              <w:rPr>
                <w:rFonts w:ascii="Times New Roman" w:hAnsi="Times New Roman"/>
                <w:sz w:val="24"/>
                <w:szCs w:val="24"/>
              </w:rPr>
              <w:t xml:space="preserve"> Касимов» </w:t>
            </w:r>
            <w:r>
              <w:rPr>
                <w:rFonts w:ascii="Times New Roman" w:hAnsi="Times New Roman"/>
                <w:sz w:val="24"/>
                <w:szCs w:val="24"/>
              </w:rPr>
              <w:t>(МКОУ «Пителинская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62DE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7962DE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9</w:t>
            </w:r>
            <w:r w:rsidR="007962DE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7962DE" w:rsidRPr="005A1297" w:rsidRDefault="007962DE" w:rsidP="008E4A90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от автодороги «Шацк -</w:t>
            </w:r>
            <w:r w:rsidRPr="007962DE">
              <w:rPr>
                <w:rFonts w:ascii="Times New Roman" w:hAnsi="Times New Roman"/>
                <w:sz w:val="24"/>
                <w:szCs w:val="24"/>
              </w:rPr>
              <w:t xml:space="preserve"> Касимов» - Красный Партизан - Ермо-Николаевка - Потапьевская Хохловка» подъезд: Высокие Поляны – Лукино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(МКОУ «Высокополянская СОШ»)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62DE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7962DE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9</w:t>
            </w:r>
            <w:r w:rsidR="007962DE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7962DE" w:rsidRPr="007962DE" w:rsidRDefault="007962DE" w:rsidP="00C667E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7962D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7962DE">
              <w:rPr>
                <w:rFonts w:ascii="Times New Roman" w:hAnsi="Times New Roman"/>
                <w:sz w:val="24"/>
                <w:szCs w:val="24"/>
              </w:rPr>
              <w:t xml:space="preserve"> от автодороги «Шацк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7962DE">
              <w:rPr>
                <w:rFonts w:ascii="Times New Roman" w:hAnsi="Times New Roman"/>
                <w:sz w:val="24"/>
                <w:szCs w:val="24"/>
              </w:rPr>
              <w:t xml:space="preserve"> Касимов» подъезд: Нестерово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(МКОУ «Нестеровская ООШ»)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7962DE" w:rsidRDefault="007962DE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6F7" w:rsidRPr="005A1297" w:rsidTr="00B826F7"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393986" w:rsidRDefault="00B826F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Pr="007962DE" w:rsidRDefault="00B826F7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B826F7">
        <w:tc>
          <w:tcPr>
            <w:tcW w:w="756" w:type="dxa"/>
            <w:tcBorders>
              <w:top w:val="nil"/>
            </w:tcBorders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  <w:tcBorders>
              <w:top w:val="nil"/>
            </w:tcBorders>
          </w:tcPr>
          <w:p w:rsidR="008E4A90" w:rsidRPr="007962DE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DE">
              <w:rPr>
                <w:rFonts w:ascii="Times New Roman" w:hAnsi="Times New Roman"/>
                <w:sz w:val="24"/>
                <w:szCs w:val="24"/>
              </w:rPr>
              <w:t>Пронский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7962DE" w:rsidRDefault="008E4A90" w:rsidP="008E4A90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7962DE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65+885 экспл. км автомобильной дороги «Рязань - Пронск - Скопин (29+900 - 80+000)» в р.п. Пронск Пронского района Рязанской области у ОГБОУ «Архангельская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Рязань - Пронск - Скопин (29+900 - 80+000) в Пронском районе Рязанской области                                          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ОГБОУ «Архангельская школа-интернат»)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1212,327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Рязань - Пронск - Скопин (29+900 - 80+000) в Пронском районе Рязанской области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(МОУ «Тырновская СОШ им. Л.А. Загоскина»)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2119,442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EC7" w:rsidRPr="005A1297" w:rsidTr="00A73EC7">
        <w:trPr>
          <w:cantSplit/>
          <w:trHeight w:val="245"/>
        </w:trPr>
        <w:tc>
          <w:tcPr>
            <w:tcW w:w="756" w:type="dxa"/>
          </w:tcPr>
          <w:p w:rsidR="00A73EC7" w:rsidRPr="00393986" w:rsidRDefault="00A73EC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527" w:type="dxa"/>
            <w:gridSpan w:val="10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Путятинский район</w:t>
            </w:r>
          </w:p>
        </w:tc>
      </w:tr>
      <w:tr w:rsidR="00A73EC7" w:rsidRPr="005A1297" w:rsidTr="008E4A90">
        <w:trPr>
          <w:cantSplit/>
          <w:trHeight w:val="1134"/>
        </w:trPr>
        <w:tc>
          <w:tcPr>
            <w:tcW w:w="756" w:type="dxa"/>
          </w:tcPr>
          <w:p w:rsidR="00A73EC7" w:rsidRPr="00393986" w:rsidRDefault="00A73EC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932" w:type="dxa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73EC7">
              <w:rPr>
                <w:rFonts w:ascii="Times New Roman" w:hAnsi="Times New Roman"/>
                <w:sz w:val="24"/>
                <w:szCs w:val="24"/>
              </w:rPr>
              <w:t>Ряжск - Касимов - Нижний Новгород (77+586 - 92+800)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«Песоченская СОШ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им. А.И. Кошелева»)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Pr="005A129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EC7" w:rsidRPr="005A1297" w:rsidTr="008E4A90">
        <w:trPr>
          <w:cantSplit/>
          <w:trHeight w:val="1134"/>
        </w:trPr>
        <w:tc>
          <w:tcPr>
            <w:tcW w:w="756" w:type="dxa"/>
          </w:tcPr>
          <w:p w:rsidR="00A73EC7" w:rsidRPr="00393986" w:rsidRDefault="00A73EC7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932" w:type="dxa"/>
          </w:tcPr>
          <w:p w:rsidR="00A73EC7" w:rsidRPr="005A1297" w:rsidRDefault="00A73EC7" w:rsidP="00C667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73EC7">
              <w:rPr>
                <w:rFonts w:ascii="Times New Roman" w:hAnsi="Times New Roman"/>
                <w:sz w:val="24"/>
                <w:szCs w:val="24"/>
              </w:rPr>
              <w:t xml:space="preserve">Поляки - Летники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A73EC7">
              <w:rPr>
                <w:rFonts w:ascii="Times New Roman" w:hAnsi="Times New Roman"/>
                <w:sz w:val="24"/>
                <w:szCs w:val="24"/>
              </w:rPr>
              <w:t xml:space="preserve"> Береговое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«Береговская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73EC7" w:rsidRDefault="00A73EC7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6956B6" w:rsidP="00E22592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 w:rsidR="00E22592" w:rsidRPr="00393986">
              <w:rPr>
                <w:rFonts w:ascii="Times New Roman" w:hAnsi="Times New Roman"/>
                <w:sz w:val="24"/>
                <w:szCs w:val="24"/>
              </w:rPr>
              <w:t>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Рыбновский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  <w:vMerge w:val="restart"/>
          </w:tcPr>
          <w:p w:rsidR="008E4A90" w:rsidRPr="00393986" w:rsidRDefault="00E22592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7+420 экспл. км автомобильной дороги «Раменки - Кузьминское - Константиново»           в с. Кузьминское Рыбнов</w:t>
            </w:r>
            <w:r w:rsidR="008E73C2">
              <w:rPr>
                <w:rFonts w:ascii="Times New Roman" w:hAnsi="Times New Roman"/>
                <w:sz w:val="24"/>
                <w:szCs w:val="24"/>
              </w:rPr>
              <w:t xml:space="preserve">ского района Рязанской области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у МОУ «Кузьминская СОШ им. С.А. Есенина» 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294,689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253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240F62">
        <w:trPr>
          <w:cantSplit/>
          <w:trHeight w:val="244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240F62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240F6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0F62" w:rsidRPr="005A1297" w:rsidTr="00240F62">
        <w:trPr>
          <w:cantSplit/>
          <w:trHeight w:val="1963"/>
        </w:trPr>
        <w:tc>
          <w:tcPr>
            <w:tcW w:w="756" w:type="dxa"/>
          </w:tcPr>
          <w:p w:rsidR="00240F62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12</w:t>
            </w:r>
            <w:r w:rsidR="00240F62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Нерегулируемый пешеходный переход на         11 экспл. км автомобильной дороги Рыбное (от автодороги М-5 «Урал») - Пальные -    Пионерский -  Большое Жоково - граница района в с. Алешня Рыбновского района Рязанской области у МБОУ «Алешинская ОШ» элементами повышения безопасности</w:t>
            </w:r>
          </w:p>
          <w:p w:rsidR="00240F62" w:rsidRPr="005A1297" w:rsidRDefault="00240F62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1704,932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  <w:vMerge w:val="restart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           19 экспл. км автомобильной дороги Рыбное (от автодороги М-5 «Урал») - Пальные - Пионерский - Больш</w:t>
            </w:r>
            <w:r w:rsidR="008E73C2">
              <w:rPr>
                <w:rFonts w:ascii="Times New Roman" w:hAnsi="Times New Roman"/>
                <w:sz w:val="24"/>
                <w:szCs w:val="24"/>
              </w:rPr>
              <w:t xml:space="preserve">ое Жоково - граница района в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Пальные Рыбновского района Рязанской области</w:t>
            </w:r>
            <w:r w:rsidR="005F4515" w:rsidRPr="005A1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у МБОУ «Пальновская НШ»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255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240F62">
        <w:trPr>
          <w:cantSplit/>
          <w:trHeight w:val="242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  <w:vMerge w:val="restart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           46 экспл. км автомобильной дороги Рыбное (от автодороги М-5 «Урал») - Пальные -           Пионерский - Большое Жоково - граница района в с. Большое Жоково Рыбновского района Рязанской области у МБОУ «Больше-Жоковская ОШ»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1769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283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240F62">
        <w:trPr>
          <w:cantSplit/>
          <w:trHeight w:val="226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Нерегулируемый пешеходный переход  на          7 экспл. км автомобильной дороги      «Срезнево - Чурилково - Вакино - Федякино» в с. Чурилково Рыбновского района Рязанской области у МБОУ «Чурилковская СШ»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1665,20538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67EF" w:rsidRPr="005A1297" w:rsidTr="00D13B63">
        <w:trPr>
          <w:cantSplit/>
          <w:trHeight w:val="1932"/>
        </w:trPr>
        <w:tc>
          <w:tcPr>
            <w:tcW w:w="756" w:type="dxa"/>
            <w:vMerge w:val="restart"/>
          </w:tcPr>
          <w:p w:rsidR="00C667EF" w:rsidRPr="00393986" w:rsidRDefault="00C667EF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4932" w:type="dxa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       4 экспл. км автомобильной дороги от автодороги М-5 «Урал» подъезд: Батурино             в с. Батурино Рыбновского района Рязанской области у МБОУ «Батуринская СШ»</w:t>
            </w:r>
          </w:p>
          <w:p w:rsidR="00C667EF" w:rsidRPr="005A1297" w:rsidRDefault="00C667EF" w:rsidP="008E4A9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1630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67EF" w:rsidRPr="005A1297" w:rsidTr="008E4A90">
        <w:trPr>
          <w:cantSplit/>
          <w:trHeight w:val="247"/>
        </w:trPr>
        <w:tc>
          <w:tcPr>
            <w:tcW w:w="756" w:type="dxa"/>
            <w:vMerge/>
          </w:tcPr>
          <w:p w:rsidR="00C667EF" w:rsidRPr="00393986" w:rsidRDefault="00C667EF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7EF" w:rsidRPr="005A1297" w:rsidTr="00B826F7">
        <w:trPr>
          <w:cantSplit/>
          <w:trHeight w:val="252"/>
        </w:trPr>
        <w:tc>
          <w:tcPr>
            <w:tcW w:w="756" w:type="dxa"/>
            <w:vMerge/>
            <w:tcBorders>
              <w:bottom w:val="single" w:sz="4" w:space="0" w:color="auto"/>
            </w:tcBorders>
          </w:tcPr>
          <w:p w:rsidR="00C667EF" w:rsidRPr="00393986" w:rsidRDefault="00C667EF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C667EF" w:rsidRPr="005A1297" w:rsidRDefault="00C667EF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C667EF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6F7" w:rsidRPr="005A1297" w:rsidTr="00B826F7"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393986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Pr="005A1297" w:rsidRDefault="00B826F7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B826F7">
        <w:tc>
          <w:tcPr>
            <w:tcW w:w="756" w:type="dxa"/>
            <w:tcBorders>
              <w:top w:val="nil"/>
            </w:tcBorders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13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  <w:tcBorders>
              <w:top w:val="nil"/>
            </w:tcBorders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13.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Ряжск - Журавинка - Салтыки - Кузьминка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Ряжском  районе  Рязанской области (Филиал МОУ «Ряжская СШ № 2» «Журавинская ОШ»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632,71055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6956B6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 w:rsidR="00E22592" w:rsidRPr="00393986">
              <w:rPr>
                <w:rFonts w:ascii="Times New Roman" w:hAnsi="Times New Roman"/>
                <w:sz w:val="24"/>
                <w:szCs w:val="24"/>
              </w:rPr>
              <w:t>3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B826F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Ряжск - Касимов - Нижний Новгород (5+060 - 24+360)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Ряжском  районе  Рязанской области</w:t>
            </w:r>
            <w:r w:rsidR="00B826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(Филиал </w:t>
            </w:r>
            <w:r w:rsidR="00B826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МОУ «Ряжская СШ № 4» «Новоеголдаевская 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700,0223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161" w:rsidRPr="005A1297" w:rsidTr="008E4A90">
        <w:trPr>
          <w:cantSplit/>
          <w:trHeight w:val="1134"/>
        </w:trPr>
        <w:tc>
          <w:tcPr>
            <w:tcW w:w="756" w:type="dxa"/>
          </w:tcPr>
          <w:p w:rsidR="009E4161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13</w:t>
            </w:r>
            <w:r w:rsidR="009E4161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9E4161" w:rsidRPr="009E4161" w:rsidRDefault="009E4161" w:rsidP="009E416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61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9E4161">
              <w:rPr>
                <w:rFonts w:ascii="Times New Roman" w:hAnsi="Times New Roman"/>
                <w:sz w:val="24"/>
                <w:szCs w:val="24"/>
              </w:rPr>
              <w:t xml:space="preserve">Рязань - Ряжск - Александро-Невский - Данков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E4161">
              <w:rPr>
                <w:rFonts w:ascii="Times New Roman" w:hAnsi="Times New Roman"/>
                <w:sz w:val="24"/>
                <w:szCs w:val="24"/>
              </w:rPr>
              <w:t xml:space="preserve">Ефремов </w:t>
            </w:r>
            <w:r w:rsidRPr="009E4161">
              <w:rPr>
                <w:rFonts w:ascii="Times New Roman" w:hAnsi="Times New Roman"/>
                <w:bCs/>
                <w:sz w:val="24"/>
                <w:szCs w:val="24"/>
              </w:rPr>
              <w:t>(97+890 - 110+173; 115+700 - 130+200)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МОУ «Ряжская СШ №</w:t>
            </w:r>
            <w:r w:rsidR="00B826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1»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  <w:r w:rsidR="00C667E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E4161" w:rsidRPr="005A1297" w:rsidRDefault="009E4161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 в Рязанском районе Рязанской области («Дядьковская ОШ» - Филиал МБОУ «Льговская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1105,05653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 в Рязанском районе Рязанской области  (МБОУ «Льговская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1742,93224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в Рязанском районе Рязанской области («Кораблинская ОШ» - Филиал МБОУ «Льговская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C667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1149,35329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«Спас</w:t>
            </w:r>
            <w:r w:rsidR="00B826F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Клепики - Рязань»  подъезд: Поляны  в Рязанском районе Рязанской области</w:t>
            </w:r>
            <w:r w:rsidR="00C667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(МБОУ «Полянская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1108,70465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«Спас- Клепики - Рязань»  подъезд: Поляны  в Рязанском районе Рязанской области</w:t>
            </w:r>
            <w:r w:rsidR="00C667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(ОГБОУ «Полянская школа-интернат»)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1012,3682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М-5 «Урал» подъезд: АОЗТ «Рязанское» - Хирино в Рязанском районе Рязанской област</w:t>
            </w:r>
            <w:r w:rsidR="00C667EF">
              <w:rPr>
                <w:rFonts w:ascii="Times New Roman" w:hAnsi="Times New Roman"/>
                <w:color w:val="000000"/>
                <w:sz w:val="24"/>
                <w:szCs w:val="24"/>
              </w:rPr>
              <w:t>и («Хиринская  начальная школа -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сад» Филиал МБОУ  «Рязанская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974,8458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М-5 «Урал» подъезд: АОЗТ «Рязанское» - Хирино  в Рязанском районе Рязанской области (МБОУ «Рязанская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1085,02989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64A3" w:rsidRPr="005A1297" w:rsidTr="008E4A90">
        <w:trPr>
          <w:cantSplit/>
          <w:trHeight w:val="1134"/>
        </w:trPr>
        <w:tc>
          <w:tcPr>
            <w:tcW w:w="756" w:type="dxa"/>
          </w:tcPr>
          <w:p w:rsidR="002164A3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2164A3" w:rsidRPr="00393986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932" w:type="dxa"/>
          </w:tcPr>
          <w:p w:rsidR="002164A3" w:rsidRPr="002164A3" w:rsidRDefault="002164A3" w:rsidP="008E4A9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164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164A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Шумашь - Заокское -</w:t>
            </w:r>
            <w:r w:rsidRPr="002164A3">
              <w:rPr>
                <w:rFonts w:ascii="Times New Roman" w:hAnsi="Times New Roman"/>
                <w:sz w:val="24"/>
                <w:szCs w:val="24"/>
              </w:rPr>
              <w:t xml:space="preserve"> Коростово (Шумашская ОШ филиал МБОУ «Варсковская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164A3" w:rsidRPr="005A1297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64A3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2164A3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14</w:t>
            </w:r>
            <w:r w:rsidR="002164A3" w:rsidRPr="00393986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2164A3" w:rsidRPr="002164A3" w:rsidRDefault="002164A3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2164A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164A3">
              <w:rPr>
                <w:rFonts w:ascii="Times New Roman" w:hAnsi="Times New Roman"/>
                <w:sz w:val="24"/>
                <w:szCs w:val="24"/>
              </w:rPr>
              <w:t xml:space="preserve">Шумашь - Заокское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2164A3">
              <w:rPr>
                <w:rFonts w:ascii="Times New Roman" w:hAnsi="Times New Roman"/>
                <w:sz w:val="24"/>
                <w:szCs w:val="24"/>
              </w:rPr>
              <w:t xml:space="preserve"> Коростово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«Заокская СШ»)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164A3" w:rsidRDefault="002164A3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6F7" w:rsidRPr="005A1297" w:rsidTr="00B826F7">
        <w:trPr>
          <w:trHeight w:val="64"/>
        </w:trPr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Default="00B826F7" w:rsidP="00090DFC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393986" w:rsidRDefault="00B826F7" w:rsidP="00090DFC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Pr="005A1297" w:rsidRDefault="00B826F7" w:rsidP="00090DF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B826F7">
        <w:trPr>
          <w:trHeight w:val="64"/>
        </w:trPr>
        <w:tc>
          <w:tcPr>
            <w:tcW w:w="756" w:type="dxa"/>
            <w:tcBorders>
              <w:top w:val="nil"/>
            </w:tcBorders>
          </w:tcPr>
          <w:p w:rsidR="008E4A90" w:rsidRPr="00393986" w:rsidRDefault="00E22592" w:rsidP="00090DFC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  <w:tcBorders>
              <w:top w:val="nil"/>
            </w:tcBorders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Сапожковский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Сапожок - Канино - Парышка - Кирилловка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Сапожковском  районе  Рязанской области </w:t>
            </w:r>
          </w:p>
          <w:p w:rsidR="008E4A90" w:rsidRPr="005A1297" w:rsidRDefault="008E4A90" w:rsidP="00090DFC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(МОУ «Канинская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870,40215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Верда (2+900 - 22+400)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Сапожковском  районе  Рязанской области                                           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(МОУ Морозово-Борковская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469,58003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Сараевский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  <w:vMerge w:val="restart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DB734A" w:rsidRPr="00393986">
              <w:rPr>
                <w:rFonts w:ascii="Times New Roman" w:hAnsi="Times New Roman"/>
                <w:sz w:val="24"/>
                <w:szCs w:val="24"/>
              </w:rPr>
              <w:t>.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автомобильной дороге «Сапожок - Сараи - Борец - Шацк с подъездом к станции Верда (22+400 - 80+000)» в р.п. Сараи Сараевского района Рязанской области на ул. Ленина, 134 у ОГБПОУ «Сараевский агротехнологический техникум»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262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240F62">
        <w:trPr>
          <w:cantSplit/>
          <w:trHeight w:val="245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Верда (22+400 - 80+000) в Сараевском районе Рязанской области</w:t>
            </w:r>
          </w:p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(МБОУ Можарская средняя школа)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1527,85533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Сараи - Кривское - Муравлянка - Ягодное - Алексеевка - Троицкое в Сараевском районе Рязанской области (Филиал МОУ «Сараевская СОШ» Кривская ООШ)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0F62" w:rsidRPr="005A1297" w:rsidTr="008E4A90">
        <w:trPr>
          <w:cantSplit/>
          <w:trHeight w:val="1134"/>
        </w:trPr>
        <w:tc>
          <w:tcPr>
            <w:tcW w:w="756" w:type="dxa"/>
          </w:tcPr>
          <w:p w:rsidR="00240F62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240F62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5F4515" w:rsidRPr="005A1297" w:rsidRDefault="00240F62" w:rsidP="00C667EF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Сараи - Кутловы Борки - граница района в Сараевском районе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515" w:rsidRPr="005A1297">
              <w:rPr>
                <w:rFonts w:ascii="Times New Roman" w:hAnsi="Times New Roman"/>
                <w:sz w:val="24"/>
                <w:szCs w:val="24"/>
              </w:rPr>
              <w:t>Рязанской области (МОУ «Сараевская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70B5B" w:rsidRPr="005A1297" w:rsidTr="008E4A90">
        <w:trPr>
          <w:cantSplit/>
          <w:trHeight w:val="1134"/>
        </w:trPr>
        <w:tc>
          <w:tcPr>
            <w:tcW w:w="756" w:type="dxa"/>
          </w:tcPr>
          <w:p w:rsidR="00870B5B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870B5B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870B5B" w:rsidRPr="005A1297" w:rsidRDefault="00870B5B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870B5B">
              <w:rPr>
                <w:rFonts w:ascii="Times New Roman" w:eastAsia="Calibri" w:hAnsi="Times New Roman"/>
                <w:sz w:val="24"/>
                <w:szCs w:val="24"/>
              </w:rPr>
              <w:t xml:space="preserve">дороге </w:t>
            </w:r>
            <w:r w:rsidRPr="00870B5B">
              <w:rPr>
                <w:rFonts w:ascii="Times New Roman" w:hAnsi="Times New Roman"/>
                <w:sz w:val="24"/>
                <w:szCs w:val="24"/>
              </w:rPr>
              <w:t>Борец - Зеркальные Пруды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«Борецкая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70B5B" w:rsidRPr="005A1297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1D76" w:rsidRPr="005A1297" w:rsidTr="008E4A90">
        <w:trPr>
          <w:cantSplit/>
          <w:trHeight w:val="1134"/>
        </w:trPr>
        <w:tc>
          <w:tcPr>
            <w:tcW w:w="756" w:type="dxa"/>
          </w:tcPr>
          <w:p w:rsidR="00991D76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991D76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</w:tcPr>
          <w:p w:rsidR="00991D76" w:rsidRPr="005A1297" w:rsidRDefault="00991D76" w:rsidP="00180DA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</w:t>
            </w:r>
            <w:r w:rsidRPr="00180DAB">
              <w:rPr>
                <w:rFonts w:ascii="Times New Roman" w:hAnsi="Times New Roman"/>
                <w:sz w:val="24"/>
                <w:szCs w:val="24"/>
              </w:rPr>
              <w:t xml:space="preserve">перехода элементами повышения безопасности дорожного движения на  автомобильной дороге </w:t>
            </w:r>
            <w:r w:rsidR="00180DAB" w:rsidRPr="00180DAB">
              <w:rPr>
                <w:rFonts w:ascii="Times New Roman" w:hAnsi="Times New Roman"/>
                <w:sz w:val="24"/>
                <w:szCs w:val="24"/>
              </w:rPr>
              <w:t xml:space="preserve">Сараи - Кривское - Муравлянка - Ягодное - Алексеевка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="00180DAB" w:rsidRPr="00180DAB">
              <w:rPr>
                <w:rFonts w:ascii="Times New Roman" w:hAnsi="Times New Roman"/>
                <w:sz w:val="24"/>
                <w:szCs w:val="24"/>
              </w:rPr>
              <w:t xml:space="preserve"> Троицкое</w:t>
            </w:r>
            <w:r w:rsidR="00180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(МОУ «Муравлянская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91D76" w:rsidRDefault="00991D7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0DC6" w:rsidRPr="005A1297" w:rsidTr="008E4A90">
        <w:trPr>
          <w:cantSplit/>
          <w:trHeight w:val="1134"/>
        </w:trPr>
        <w:tc>
          <w:tcPr>
            <w:tcW w:w="756" w:type="dxa"/>
          </w:tcPr>
          <w:p w:rsidR="003C0DC6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</w:t>
            </w:r>
            <w:r w:rsidR="003C0DC6" w:rsidRPr="0039398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</w:tcPr>
          <w:p w:rsidR="003C0DC6" w:rsidRPr="00180DAB" w:rsidRDefault="003C0DC6" w:rsidP="003C0DC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80DAB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180DAB" w:rsidRPr="00180DAB">
              <w:rPr>
                <w:rFonts w:ascii="Times New Roman" w:hAnsi="Times New Roman"/>
                <w:sz w:val="24"/>
                <w:szCs w:val="24"/>
              </w:rPr>
              <w:t>Сараи - Бычки - Новобокино - Боголюбово</w:t>
            </w:r>
            <w:r w:rsidRPr="00180DAB">
              <w:rPr>
                <w:rFonts w:ascii="Times New Roman" w:hAnsi="Times New Roman"/>
                <w:sz w:val="24"/>
                <w:szCs w:val="24"/>
              </w:rPr>
              <w:t xml:space="preserve"> (МБОУ «Новобокинская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C0DC6" w:rsidRDefault="003C0DC6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18CF" w:rsidRPr="005A1297" w:rsidTr="008E4A90">
        <w:trPr>
          <w:cantSplit/>
          <w:trHeight w:val="1134"/>
        </w:trPr>
        <w:tc>
          <w:tcPr>
            <w:tcW w:w="756" w:type="dxa"/>
          </w:tcPr>
          <w:p w:rsidR="00AA18CF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16.</w:t>
            </w:r>
            <w:r w:rsidR="00AA18CF" w:rsidRPr="003939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32" w:type="dxa"/>
          </w:tcPr>
          <w:p w:rsidR="00AA18CF" w:rsidRPr="005A1297" w:rsidRDefault="00AA18CF" w:rsidP="003C0DC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</w:t>
            </w:r>
            <w:r w:rsidRPr="00AA18CF">
              <w:rPr>
                <w:rFonts w:ascii="Times New Roman" w:hAnsi="Times New Roman"/>
                <w:sz w:val="24"/>
                <w:szCs w:val="24"/>
              </w:rPr>
              <w:t>безопасности дорожного движения на  автомобильной дороге подъезд к селу Напольное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«Напольновская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A18CF" w:rsidRDefault="00AA18C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6956B6" w:rsidP="00E225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 w:rsidR="00E22592" w:rsidRPr="00393986">
              <w:rPr>
                <w:rFonts w:ascii="Times New Roman" w:hAnsi="Times New Roman"/>
                <w:sz w:val="24"/>
                <w:szCs w:val="24"/>
              </w:rPr>
              <w:t>7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Сасовский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  <w:vMerge w:val="restart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11+900 экспл. км автомобильной дороги «Сасово - Восход - Кадом» в  с. Глядково Сасовского района Рязанской области у МКОУ «Глядковская СШ»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1111,58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240F62">
        <w:trPr>
          <w:cantSplit/>
          <w:trHeight w:val="232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5A1297">
        <w:trPr>
          <w:cantSplit/>
          <w:trHeight w:val="370"/>
        </w:trPr>
        <w:tc>
          <w:tcPr>
            <w:tcW w:w="756" w:type="dxa"/>
            <w:tcBorders>
              <w:bottom w:val="nil"/>
            </w:tcBorders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bottom w:val="nil"/>
            </w:tcBorders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1+190 экспл. км автомобильной дороги         «от автодороги «Шацк - Касимов» - Любовниково - Каргашино - Мокрое - Чубарово - граница района» в с. Любовниково Сасовского района Рязанской области</w:t>
            </w: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у МКОУ «Любовниковская СШ» элементами</w:t>
            </w: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повышения безопасности дорожного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nil"/>
            </w:tcBorders>
            <w:textDirection w:val="btLr"/>
            <w:vAlign w:val="center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5A1297">
        <w:trPr>
          <w:cantSplit/>
          <w:trHeight w:val="262"/>
        </w:trPr>
        <w:tc>
          <w:tcPr>
            <w:tcW w:w="756" w:type="dxa"/>
            <w:vMerge w:val="restart"/>
            <w:tcBorders>
              <w:top w:val="nil"/>
            </w:tcBorders>
          </w:tcPr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</w:tcBorders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="00B7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8E4A90">
        <w:tc>
          <w:tcPr>
            <w:tcW w:w="756" w:type="dxa"/>
            <w:vMerge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240F62">
        <w:trPr>
          <w:cantSplit/>
          <w:trHeight w:val="334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D80" w:rsidRPr="005A1297" w:rsidTr="00240F62">
        <w:trPr>
          <w:cantSplit/>
          <w:trHeight w:val="334"/>
        </w:trPr>
        <w:tc>
          <w:tcPr>
            <w:tcW w:w="756" w:type="dxa"/>
          </w:tcPr>
          <w:p w:rsidR="00B70D8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B70D8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B70D80" w:rsidRPr="005A1297" w:rsidRDefault="00B70D8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Сасово - Восход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Кадом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МКОУ «Глядковская СШ»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1000*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Pr="005A1297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D80" w:rsidRPr="005A1297" w:rsidTr="00240F62">
        <w:trPr>
          <w:cantSplit/>
          <w:trHeight w:val="334"/>
        </w:trPr>
        <w:tc>
          <w:tcPr>
            <w:tcW w:w="756" w:type="dxa"/>
          </w:tcPr>
          <w:p w:rsidR="00B70D8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B70D8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B70D80" w:rsidRPr="005A1297" w:rsidRDefault="00B70D80" w:rsidP="00090DF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от автодороги «Шацк - Касимов» - Любовниково - Каргашино - Мокрое - Чубарово - граница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МКОУ «Любовниковская СШ»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1000*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B70D80" w:rsidRDefault="00B70D8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36BB" w:rsidRPr="005A1297" w:rsidTr="00240F62">
        <w:trPr>
          <w:cantSplit/>
          <w:trHeight w:val="334"/>
        </w:trPr>
        <w:tc>
          <w:tcPr>
            <w:tcW w:w="756" w:type="dxa"/>
          </w:tcPr>
          <w:p w:rsidR="005336BB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5336BB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5336BB" w:rsidRPr="005A1297" w:rsidRDefault="005336BB" w:rsidP="00090DF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 xml:space="preserve">дороге 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Алешино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 Ямбирно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(МКОУ «Малостуденецкая СШ)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36BB" w:rsidRPr="005A1297" w:rsidTr="00240F62">
        <w:trPr>
          <w:cantSplit/>
          <w:trHeight w:val="334"/>
        </w:trPr>
        <w:tc>
          <w:tcPr>
            <w:tcW w:w="756" w:type="dxa"/>
          </w:tcPr>
          <w:p w:rsidR="005336BB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5336BB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</w:tcPr>
          <w:p w:rsidR="005336BB" w:rsidRPr="005A1297" w:rsidRDefault="005336BB" w:rsidP="00090DF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от автодороги «Шацк -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 Касимов» - Любовниково - Каргашино - Мокрое - Чубарово - граница района» подъезд: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>АО «Каргашинское»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(«Каргашинская ОШ» филиал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МКОУ «Любовниковская СШ»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36BB" w:rsidRPr="005A1297" w:rsidTr="00240F62">
        <w:trPr>
          <w:cantSplit/>
          <w:trHeight w:val="334"/>
        </w:trPr>
        <w:tc>
          <w:tcPr>
            <w:tcW w:w="756" w:type="dxa"/>
          </w:tcPr>
          <w:p w:rsidR="005336BB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5336BB" w:rsidRPr="0039398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</w:tcPr>
          <w:p w:rsidR="005336BB" w:rsidRPr="005A1297" w:rsidRDefault="005336BB" w:rsidP="005336B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 xml:space="preserve">дороге 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Сасово - Батьки - Шурмашь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 Ключи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(МКОУ «Батьковская ОШ»)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336BB" w:rsidRDefault="005336B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6575" w:rsidRPr="005A1297" w:rsidTr="00240F62">
        <w:trPr>
          <w:cantSplit/>
          <w:trHeight w:val="334"/>
        </w:trPr>
        <w:tc>
          <w:tcPr>
            <w:tcW w:w="756" w:type="dxa"/>
          </w:tcPr>
          <w:p w:rsidR="002C6575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2C6575" w:rsidRPr="00393986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932" w:type="dxa"/>
          </w:tcPr>
          <w:p w:rsidR="002C6575" w:rsidRPr="005A1297" w:rsidRDefault="002C6575" w:rsidP="005336B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Сасово 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Демушкино (МКОУ «Демушкинская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2C6575" w:rsidRDefault="002C6575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0ADB" w:rsidRPr="005A1297" w:rsidTr="00240F62">
        <w:trPr>
          <w:cantSplit/>
          <w:trHeight w:val="334"/>
        </w:trPr>
        <w:tc>
          <w:tcPr>
            <w:tcW w:w="756" w:type="dxa"/>
          </w:tcPr>
          <w:p w:rsidR="00F50ADB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F50ADB" w:rsidRPr="00393986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4932" w:type="dxa"/>
          </w:tcPr>
          <w:p w:rsidR="00F50ADB" w:rsidRPr="005A1297" w:rsidRDefault="00F50ADB" w:rsidP="005336B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 xml:space="preserve">дороге 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Алешино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5336BB">
              <w:rPr>
                <w:rFonts w:ascii="Times New Roman" w:hAnsi="Times New Roman"/>
                <w:sz w:val="24"/>
                <w:szCs w:val="24"/>
              </w:rPr>
              <w:t xml:space="preserve"> Ямбирно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(МКОУ «Алешинская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0ADB" w:rsidRPr="005A1297" w:rsidTr="00240F62">
        <w:trPr>
          <w:cantSplit/>
          <w:trHeight w:val="334"/>
        </w:trPr>
        <w:tc>
          <w:tcPr>
            <w:tcW w:w="756" w:type="dxa"/>
          </w:tcPr>
          <w:p w:rsidR="00F50ADB" w:rsidRPr="00393986" w:rsidRDefault="00F50ADB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 w:rsidR="00E22592" w:rsidRPr="00393986">
              <w:rPr>
                <w:rFonts w:ascii="Times New Roman" w:hAnsi="Times New Roman"/>
                <w:sz w:val="24"/>
                <w:szCs w:val="24"/>
              </w:rPr>
              <w:t>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932" w:type="dxa"/>
          </w:tcPr>
          <w:p w:rsidR="00F50ADB" w:rsidRPr="005A1297" w:rsidRDefault="00F50ADB" w:rsidP="005336B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 Саблино 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Сотницыно (МКОУ «Сотницынская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50ADB" w:rsidRDefault="00F50ADB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3057" w:rsidRPr="005A1297" w:rsidTr="00240F62">
        <w:trPr>
          <w:cantSplit/>
          <w:trHeight w:val="334"/>
        </w:trPr>
        <w:tc>
          <w:tcPr>
            <w:tcW w:w="756" w:type="dxa"/>
          </w:tcPr>
          <w:p w:rsidR="000B3057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0B3057" w:rsidRPr="0039398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932" w:type="dxa"/>
          </w:tcPr>
          <w:p w:rsidR="000B3057" w:rsidRPr="005A1297" w:rsidRDefault="000B3057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B3057">
              <w:rPr>
                <w:rFonts w:ascii="Times New Roman" w:hAnsi="Times New Roman"/>
                <w:sz w:val="24"/>
                <w:szCs w:val="24"/>
              </w:rPr>
              <w:t xml:space="preserve">от автодороги «Сасово - Батьки - Шурмашь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0B3057">
              <w:rPr>
                <w:rFonts w:ascii="Times New Roman" w:hAnsi="Times New Roman"/>
                <w:sz w:val="24"/>
                <w:szCs w:val="24"/>
              </w:rPr>
              <w:t xml:space="preserve"> Ключи» подъезд: Берестянки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(«Берестянская ОШ» филиал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МКОУ «Демушкинская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B3057" w:rsidRDefault="000B3057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114A" w:rsidRPr="005A1297" w:rsidTr="00240F62">
        <w:trPr>
          <w:cantSplit/>
          <w:trHeight w:val="334"/>
        </w:trPr>
        <w:tc>
          <w:tcPr>
            <w:tcW w:w="756" w:type="dxa"/>
          </w:tcPr>
          <w:p w:rsidR="006E114A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17</w:t>
            </w:r>
            <w:r w:rsidR="006E114A" w:rsidRPr="0039398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932" w:type="dxa"/>
          </w:tcPr>
          <w:p w:rsidR="006E114A" w:rsidRPr="005A1297" w:rsidRDefault="006E114A" w:rsidP="005336B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5336BB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от автодороги «Шацк -</w:t>
            </w:r>
            <w:r w:rsidRPr="006E114A">
              <w:rPr>
                <w:rFonts w:ascii="Times New Roman" w:hAnsi="Times New Roman"/>
                <w:sz w:val="24"/>
                <w:szCs w:val="24"/>
              </w:rPr>
              <w:t xml:space="preserve"> Касимов» подъезд: Гавриловское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(«Гавриловская ОШ» филиал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МКОУ «Любовниковская СШ»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E114A" w:rsidRDefault="007962DE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734A" w:rsidRPr="005A1297" w:rsidTr="00513B30">
        <w:trPr>
          <w:cantSplit/>
          <w:trHeight w:val="334"/>
        </w:trPr>
        <w:tc>
          <w:tcPr>
            <w:tcW w:w="756" w:type="dxa"/>
          </w:tcPr>
          <w:p w:rsidR="00DB734A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18</w:t>
            </w:r>
            <w:r w:rsidR="00DB734A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Скопинский район</w:t>
            </w:r>
          </w:p>
        </w:tc>
      </w:tr>
      <w:tr w:rsidR="00DB734A" w:rsidRPr="005A1297" w:rsidTr="00240F62">
        <w:trPr>
          <w:cantSplit/>
          <w:trHeight w:val="334"/>
        </w:trPr>
        <w:tc>
          <w:tcPr>
            <w:tcW w:w="756" w:type="dxa"/>
          </w:tcPr>
          <w:p w:rsidR="00DB734A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18</w:t>
            </w:r>
            <w:r w:rsidR="00DB734A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DB734A" w:rsidRPr="005A1297" w:rsidRDefault="00DB734A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B734A">
              <w:rPr>
                <w:rFonts w:ascii="Times New Roman" w:hAnsi="Times New Roman"/>
                <w:sz w:val="24"/>
                <w:szCs w:val="24"/>
              </w:rPr>
              <w:t xml:space="preserve">Шелемишево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B734A">
              <w:rPr>
                <w:rFonts w:ascii="Times New Roman" w:hAnsi="Times New Roman"/>
                <w:sz w:val="24"/>
                <w:szCs w:val="24"/>
              </w:rPr>
              <w:t xml:space="preserve"> Боровое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«Шелемишевская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B734A" w:rsidRDefault="00DB734A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6137A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527" w:type="dxa"/>
            <w:gridSpan w:val="10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район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7947F0" w:rsidRPr="007947F0" w:rsidRDefault="007947F0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автодороги М-5 «Урал»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- Разбердеево - Устрань - Исады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Студенец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утуковский филиал </w:t>
            </w: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садская </w:t>
            </w: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7947F0" w:rsidRPr="007947F0" w:rsidRDefault="007947F0" w:rsidP="007947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автодороги М-5 «Урал»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- Разбердеево - Устрань - Исады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Студенец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«И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садская </w:t>
            </w: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7947F0" w:rsidRPr="007947F0" w:rsidRDefault="007947F0" w:rsidP="007947F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>Рязань (от села Шумашь) - Спасск-Рязанский - Ижевское - Лакаш (33+000 - 110+400)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«Ижевская СОШ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им. К.Э. Циолковского»)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7947F0" w:rsidRPr="007947F0" w:rsidRDefault="007947F0" w:rsidP="007947F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>Половск</w:t>
            </w:r>
            <w:r w:rsidR="00C667EF">
              <w:rPr>
                <w:rFonts w:ascii="Times New Roman" w:hAnsi="Times New Roman"/>
                <w:sz w:val="24"/>
                <w:szCs w:val="24"/>
              </w:rPr>
              <w:t>ое - Красильниково - Моньясово -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Троица (МБОУ «Троицкая СШ им. Героя Советского Союза А.С. Юханова»)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7947F0" w:rsidRPr="007947F0" w:rsidRDefault="007947F0" w:rsidP="007947F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>Лакаш - Брыкин Бор (МБОУ «Городковическая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</w:tcPr>
          <w:p w:rsidR="007947F0" w:rsidRPr="007947F0" w:rsidRDefault="007947F0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от автодороги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>Рязань (от села Шумашь) - Спас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ск-Рязанский - Ижевское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Лакаш»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- Федотьево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Веретье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«Веретьинская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F0" w:rsidRPr="005A1297" w:rsidTr="00240F62">
        <w:trPr>
          <w:cantSplit/>
          <w:trHeight w:val="334"/>
        </w:trPr>
        <w:tc>
          <w:tcPr>
            <w:tcW w:w="756" w:type="dxa"/>
          </w:tcPr>
          <w:p w:rsidR="007947F0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7947F0" w:rsidRPr="0039398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</w:tcPr>
          <w:p w:rsidR="007947F0" w:rsidRPr="007947F0" w:rsidRDefault="007947F0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947F0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      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Киструс - Дегтяное - Выжелес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7947F0">
              <w:rPr>
                <w:rFonts w:ascii="Times New Roman" w:hAnsi="Times New Roman"/>
                <w:sz w:val="24"/>
                <w:szCs w:val="24"/>
              </w:rPr>
              <w:t xml:space="preserve"> Кучино (МБОУ «Выжелесская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7947F0" w:rsidRDefault="007947F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8117C" w:rsidRPr="005A1297" w:rsidTr="00240F62">
        <w:trPr>
          <w:cantSplit/>
          <w:trHeight w:val="334"/>
        </w:trPr>
        <w:tc>
          <w:tcPr>
            <w:tcW w:w="756" w:type="dxa"/>
          </w:tcPr>
          <w:p w:rsidR="00F8117C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F8117C" w:rsidRPr="00393986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932" w:type="dxa"/>
          </w:tcPr>
          <w:p w:rsidR="00F8117C" w:rsidRPr="007947F0" w:rsidRDefault="00F8117C" w:rsidP="00F8117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47F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 xml:space="preserve">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от автодороги «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>Рязань (от села Шумашь) - Спас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ск-Рязанский - Ижевское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Лакаш»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 xml:space="preserve"> подъезд: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>Панино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«Панинская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8117C" w:rsidRPr="005A1297" w:rsidTr="00240F62">
        <w:trPr>
          <w:cantSplit/>
          <w:trHeight w:val="334"/>
        </w:trPr>
        <w:tc>
          <w:tcPr>
            <w:tcW w:w="756" w:type="dxa"/>
          </w:tcPr>
          <w:p w:rsidR="00F8117C" w:rsidRPr="00393986" w:rsidRDefault="00E22592" w:rsidP="00090DFC">
            <w:pPr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F8117C" w:rsidRPr="00393986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4932" w:type="dxa"/>
          </w:tcPr>
          <w:p w:rsidR="00F8117C" w:rsidRPr="00F8117C" w:rsidRDefault="00F8117C" w:rsidP="003F139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8117C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="00552E67">
              <w:rPr>
                <w:rFonts w:ascii="Times New Roman" w:hAnsi="Times New Roman"/>
                <w:sz w:val="24"/>
                <w:szCs w:val="24"/>
              </w:rPr>
              <w:t>от автодороги М-5 «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>Урал</w:t>
            </w:r>
            <w:r w:rsidR="00552E67">
              <w:rPr>
                <w:rFonts w:ascii="Times New Roman" w:hAnsi="Times New Roman"/>
                <w:sz w:val="24"/>
                <w:szCs w:val="24"/>
              </w:rPr>
              <w:t>»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 xml:space="preserve"> подъезд: Огородниково (Огородни</w:t>
            </w:r>
            <w:r w:rsidR="00B826F7">
              <w:rPr>
                <w:rFonts w:ascii="Times New Roman" w:hAnsi="Times New Roman"/>
                <w:sz w:val="24"/>
                <w:szCs w:val="24"/>
              </w:rPr>
              <w:t>ковский филиал МБОУ «Перкинск</w:t>
            </w:r>
            <w:r w:rsidR="003F139E">
              <w:rPr>
                <w:rFonts w:ascii="Times New Roman" w:hAnsi="Times New Roman"/>
                <w:sz w:val="24"/>
                <w:szCs w:val="24"/>
              </w:rPr>
              <w:t>ая</w:t>
            </w:r>
            <w:r w:rsidR="00B82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>СШ»)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8117C" w:rsidRDefault="00F8117C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2E67" w:rsidRPr="005A1297" w:rsidTr="00240F62">
        <w:trPr>
          <w:cantSplit/>
          <w:trHeight w:val="334"/>
        </w:trPr>
        <w:tc>
          <w:tcPr>
            <w:tcW w:w="756" w:type="dxa"/>
          </w:tcPr>
          <w:p w:rsidR="00552E67" w:rsidRPr="00393986" w:rsidRDefault="00E22592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19</w:t>
            </w:r>
            <w:r w:rsidR="00552E67" w:rsidRPr="0039398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932" w:type="dxa"/>
          </w:tcPr>
          <w:p w:rsidR="00552E67" w:rsidRPr="00F8117C" w:rsidRDefault="00552E67" w:rsidP="00B826F7">
            <w:pPr>
              <w:pStyle w:val="ConsPlusNormal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7947F0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</w:t>
            </w:r>
            <w:r w:rsidRPr="00F8117C">
              <w:rPr>
                <w:rFonts w:ascii="Times New Roman" w:hAnsi="Times New Roman"/>
                <w:sz w:val="24"/>
                <w:szCs w:val="24"/>
              </w:rPr>
              <w:t>перехода элементами повышения безопасности дорожного движения на  автомобильной дороге Рязань (от села Шумашь) - Спас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ск-Рязанский - Ижевское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Лакаш (ОГОУ Спасская школа-интернат)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52E67" w:rsidRDefault="00552E67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E22592" w:rsidP="00B826F7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Старожиловский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B826F7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(27+490-68+490)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 (Гребневский филиал МБОУ «Средняя школа «Рязанские сады»)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1039,25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2240"/>
        </w:trPr>
        <w:tc>
          <w:tcPr>
            <w:tcW w:w="756" w:type="dxa"/>
          </w:tcPr>
          <w:p w:rsidR="008E4A90" w:rsidRPr="00393986" w:rsidRDefault="00E22592" w:rsidP="00B826F7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B826F7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 (27+490-68+490)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 (Чернобаевский филиал МБОУ «Средняя школа «Рязанские сады»)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679,23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B826F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 Акулово - Старожилово - Пронск (</w:t>
            </w:r>
            <w:r w:rsidRPr="005A12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0+000 - 9+100; 10+800 - 26+500)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(ОГБПОУ «Старожиловский агротехнический техникум»)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858,93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 Акулово - Старожилово - Пронск (</w:t>
            </w:r>
            <w:r w:rsidRPr="005A12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0+000 - 9+100; 10+800 - 26+500)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(МБОУ «Старожиловская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1091,36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0F62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240F62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240F62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5F4515" w:rsidRPr="005A1297" w:rsidRDefault="00240F62" w:rsidP="00C667EF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 Акулово - Старожилово - Пронск (</w:t>
            </w:r>
            <w:r w:rsidRPr="005A12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0+000 - 9+100; 10+800 - 26+500)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(МБДОУ Сохинский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5F4515" w:rsidRPr="005A1297">
              <w:rPr>
                <w:rFonts w:ascii="Times New Roman" w:eastAsia="Calibri" w:hAnsi="Times New Roman"/>
                <w:sz w:val="24"/>
                <w:szCs w:val="24"/>
              </w:rPr>
              <w:t>детский сад «Светлячок»)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C667EF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733,17</w:t>
            </w:r>
            <w:r w:rsidR="00240F62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240F62" w:rsidRPr="005A1297" w:rsidRDefault="00240F6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20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Старожилово -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Панинское - Мишенево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(МБОУ ДО «Дом детского творчества»)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1053,94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6F7" w:rsidRPr="005A1297" w:rsidTr="00B826F7"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393986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Pr="005A1297" w:rsidRDefault="00B826F7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B826F7">
        <w:tc>
          <w:tcPr>
            <w:tcW w:w="756" w:type="dxa"/>
            <w:tcBorders>
              <w:top w:val="nil"/>
            </w:tcBorders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21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  <w:tcBorders>
              <w:top w:val="nil"/>
            </w:tcBorders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Ухоловский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21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Ряжск - Касимов - Нижний Новгород в Ухоловском районе Рязанской области (Филиал МБОУ «Ухоловская СШ» Александровская НШ)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880,50135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21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="00C66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Ухолово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Дегтяные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Борки - граница района в Ухоловском районе Рязанской области (МБОУ Калининская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470,98463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21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Ольхи - Покровское - Лесничество в Ухоловском районе Рязанской области (Филиал МБОУ Покровская СШ «Ольховская ОШ»)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462,81801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18CF" w:rsidRPr="005A1297" w:rsidTr="00B826F7">
        <w:trPr>
          <w:cantSplit/>
          <w:trHeight w:val="1134"/>
        </w:trPr>
        <w:tc>
          <w:tcPr>
            <w:tcW w:w="756" w:type="dxa"/>
            <w:tcBorders>
              <w:bottom w:val="single" w:sz="4" w:space="0" w:color="auto"/>
            </w:tcBorders>
          </w:tcPr>
          <w:p w:rsidR="00AA18CF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21</w:t>
            </w:r>
            <w:r w:rsidR="00AA18CF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AA18CF" w:rsidRPr="005A1297" w:rsidRDefault="00AA18CF" w:rsidP="00AA18C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Ольхи - Покровское - Лесничество в Ухоловском районе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(МБОУ Покровская СШ)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textDirection w:val="btLr"/>
            <w:vAlign w:val="center"/>
          </w:tcPr>
          <w:p w:rsidR="00AA18CF" w:rsidRPr="005A1297" w:rsidRDefault="00AA18C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6F7" w:rsidRPr="005A1297" w:rsidTr="00B826F7"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6F7" w:rsidRPr="00393986" w:rsidRDefault="00B826F7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6F7" w:rsidRPr="005A1297" w:rsidRDefault="00B826F7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B826F7">
        <w:tc>
          <w:tcPr>
            <w:tcW w:w="756" w:type="dxa"/>
            <w:tcBorders>
              <w:top w:val="nil"/>
            </w:tcBorders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  <w:tcBorders>
              <w:top w:val="nil"/>
            </w:tcBorders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Чучковский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22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Кистенево -            Ункосово - Авангард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Чучковском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(МОУ Ункосовская ООШ)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881,1909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F2069" w:rsidRPr="005A1297" w:rsidTr="008E4A90">
        <w:trPr>
          <w:cantSplit/>
          <w:trHeight w:val="1134"/>
        </w:trPr>
        <w:tc>
          <w:tcPr>
            <w:tcW w:w="756" w:type="dxa"/>
          </w:tcPr>
          <w:p w:rsidR="009F2069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22</w:t>
            </w:r>
            <w:r w:rsidR="009F2069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9F2069" w:rsidRPr="005A1297" w:rsidRDefault="009F2069" w:rsidP="005F4515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</w:t>
            </w:r>
            <w:r w:rsidRPr="009F2069">
              <w:rPr>
                <w:rFonts w:ascii="Times New Roman" w:eastAsia="Calibri" w:hAnsi="Times New Roman"/>
                <w:sz w:val="24"/>
                <w:szCs w:val="24"/>
              </w:rPr>
              <w:t xml:space="preserve">элементами повышения безопасности дорожного движения на  автомобильной дороге </w:t>
            </w:r>
            <w:r w:rsidRPr="009F2069">
              <w:rPr>
                <w:rFonts w:ascii="Times New Roman" w:hAnsi="Times New Roman"/>
                <w:sz w:val="24"/>
                <w:szCs w:val="24"/>
              </w:rPr>
              <w:t>Чучково - Назаровка - Протасьев Угол (МОУ «Назаровская школа»)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9F20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F2069" w:rsidRPr="005A1297" w:rsidRDefault="009F2069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  <w:vMerge w:val="restart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393986" w:rsidRDefault="008E4A90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1+330 экспл. км автомобильной дороги «Польное Конобеево - Завидное - Кермись»          в  с. Лесное Конобеево Шацкого района Рязанской области у ОГБОУ «Лесно-Конобеевская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1205,91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262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C667EF">
        <w:trPr>
          <w:cantSplit/>
          <w:trHeight w:val="227"/>
        </w:trPr>
        <w:tc>
          <w:tcPr>
            <w:tcW w:w="756" w:type="dxa"/>
            <w:vMerge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C667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8E4A90" w:rsidRPr="005A1297" w:rsidRDefault="008E4A90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Тамбов - Шацк (128+848 - 156+643) в Шацком районе Рязанской области (МДОУ  Казачинский детский сад)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1438,60881</w:t>
            </w:r>
            <w:r w:rsidR="008E4A90"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798F" w:rsidRPr="005A1297" w:rsidTr="008E4A90">
        <w:trPr>
          <w:cantSplit/>
          <w:trHeight w:val="1134"/>
        </w:trPr>
        <w:tc>
          <w:tcPr>
            <w:tcW w:w="756" w:type="dxa"/>
          </w:tcPr>
          <w:p w:rsidR="0037798F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37798F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37798F" w:rsidRPr="005A1297" w:rsidRDefault="0037798F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7798F">
              <w:rPr>
                <w:rFonts w:ascii="Times New Roman" w:hAnsi="Times New Roman"/>
                <w:sz w:val="24"/>
                <w:szCs w:val="24"/>
              </w:rPr>
              <w:t>Сапожок - Сараи - Борец - Шацк с подъездом к станции Верда (80+000 - 108+600)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>(МОУ Казачинская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7798F" w:rsidRPr="005A1297" w:rsidRDefault="0037798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1C00" w:rsidRPr="005A1297" w:rsidTr="008E4A90">
        <w:trPr>
          <w:cantSplit/>
          <w:trHeight w:val="1134"/>
        </w:trPr>
        <w:tc>
          <w:tcPr>
            <w:tcW w:w="756" w:type="dxa"/>
          </w:tcPr>
          <w:p w:rsidR="00F21C0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F21C00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F21C00" w:rsidRPr="005A1297" w:rsidRDefault="00F21C00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F21C00">
              <w:rPr>
                <w:rFonts w:ascii="Times New Roman" w:eastAsia="Calibri" w:hAnsi="Times New Roman"/>
                <w:sz w:val="24"/>
                <w:szCs w:val="24"/>
              </w:rPr>
              <w:t xml:space="preserve">дороге </w:t>
            </w:r>
            <w:r w:rsidRPr="00F21C00">
              <w:rPr>
                <w:rFonts w:ascii="Times New Roman" w:hAnsi="Times New Roman"/>
                <w:sz w:val="24"/>
                <w:szCs w:val="24"/>
              </w:rPr>
              <w:t>от автодороги «Шацк - Новочернеево -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Высокое -</w:t>
            </w:r>
            <w:r w:rsidRPr="00F21C00">
              <w:rPr>
                <w:rFonts w:ascii="Times New Roman" w:hAnsi="Times New Roman"/>
                <w:sz w:val="24"/>
                <w:szCs w:val="24"/>
              </w:rPr>
              <w:t xml:space="preserve"> Печины» подъезд: Борки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(Борковский филиал МОУ Казачинская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1C00" w:rsidRDefault="00F21C0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5CB0" w:rsidRPr="005A1297" w:rsidTr="008E4A90">
        <w:trPr>
          <w:cantSplit/>
          <w:trHeight w:val="1134"/>
        </w:trPr>
        <w:tc>
          <w:tcPr>
            <w:tcW w:w="756" w:type="dxa"/>
          </w:tcPr>
          <w:p w:rsidR="00F25CB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F25CB0"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</w:tcPr>
          <w:p w:rsidR="00F25CB0" w:rsidRPr="005A1297" w:rsidRDefault="00F25CB0" w:rsidP="008A3BB3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</w:t>
            </w:r>
            <w:r w:rsidRPr="00F21C00">
              <w:rPr>
                <w:rFonts w:ascii="Times New Roman" w:eastAsia="Calibri" w:hAnsi="Times New Roman"/>
                <w:sz w:val="24"/>
                <w:szCs w:val="24"/>
              </w:rPr>
              <w:t>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Шацк - Новочернеево - Высокое -</w:t>
            </w:r>
            <w:r w:rsidRPr="00F21C00">
              <w:rPr>
                <w:rFonts w:ascii="Times New Roman" w:hAnsi="Times New Roman"/>
                <w:sz w:val="24"/>
                <w:szCs w:val="24"/>
              </w:rPr>
              <w:t xml:space="preserve"> Печины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(Высок</w:t>
            </w:r>
            <w:r w:rsidR="008A3BB3">
              <w:rPr>
                <w:rFonts w:ascii="Times New Roman" w:hAnsi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ский филиал МОУ Казачинская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F25CB0" w:rsidRDefault="00F25CB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A0B5F" w:rsidRPr="005A1297" w:rsidTr="008E4A90">
        <w:trPr>
          <w:cantSplit/>
          <w:trHeight w:val="1134"/>
        </w:trPr>
        <w:tc>
          <w:tcPr>
            <w:tcW w:w="756" w:type="dxa"/>
          </w:tcPr>
          <w:p w:rsidR="00DA0B5F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DA0B5F"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</w:tcPr>
          <w:p w:rsidR="00DA0B5F" w:rsidRPr="00DA0B5F" w:rsidRDefault="00DA0B5F" w:rsidP="00C667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A0B5F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 xml:space="preserve">Польное Конобеево - Завидное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 xml:space="preserve"> Кермись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«Л-Конобеевская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A0B5F" w:rsidRPr="005A1297" w:rsidTr="008E4A90">
        <w:trPr>
          <w:cantSplit/>
          <w:trHeight w:val="1134"/>
        </w:trPr>
        <w:tc>
          <w:tcPr>
            <w:tcW w:w="756" w:type="dxa"/>
          </w:tcPr>
          <w:p w:rsidR="00DA0B5F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DA0B5F" w:rsidRPr="0039398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</w:tcPr>
          <w:p w:rsidR="00DA0B5F" w:rsidRPr="00DA0B5F" w:rsidRDefault="00DA0B5F" w:rsidP="00DA0B5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A0B5F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>от автодороги</w:t>
            </w:r>
            <w:r w:rsidR="00C667EF">
              <w:rPr>
                <w:rFonts w:ascii="Times New Roman" w:hAnsi="Times New Roman"/>
                <w:sz w:val="24"/>
                <w:szCs w:val="24"/>
              </w:rPr>
              <w:t xml:space="preserve"> «Польное Конобеево - Завидное -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 xml:space="preserve"> Кермись» - Выша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 xml:space="preserve"> Эммануиловка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«Важновская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A0B5F" w:rsidRPr="005A1297" w:rsidTr="008E4A90">
        <w:trPr>
          <w:cantSplit/>
          <w:trHeight w:val="1134"/>
        </w:trPr>
        <w:tc>
          <w:tcPr>
            <w:tcW w:w="756" w:type="dxa"/>
          </w:tcPr>
          <w:p w:rsidR="00DA0B5F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23</w:t>
            </w:r>
            <w:r w:rsidR="00DA0B5F" w:rsidRPr="00393986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932" w:type="dxa"/>
          </w:tcPr>
          <w:p w:rsidR="00DA0B5F" w:rsidRPr="00DA0B5F" w:rsidRDefault="00DA0B5F" w:rsidP="00C667E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A0B5F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 xml:space="preserve">Польное Конобеево - Завидное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DA0B5F">
              <w:rPr>
                <w:rFonts w:ascii="Times New Roman" w:hAnsi="Times New Roman"/>
                <w:sz w:val="24"/>
                <w:szCs w:val="24"/>
              </w:rPr>
              <w:t xml:space="preserve"> Кермись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(Желанновский филиал МОУ «Важновская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DA0B5F" w:rsidRDefault="00DA0B5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24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0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5F4515" w:rsidRPr="005A1297" w:rsidTr="00BD11E1">
        <w:trPr>
          <w:cantSplit/>
          <w:trHeight w:val="2208"/>
        </w:trPr>
        <w:tc>
          <w:tcPr>
            <w:tcW w:w="756" w:type="dxa"/>
          </w:tcPr>
          <w:p w:rsidR="005F4515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24</w:t>
            </w:r>
            <w:r w:rsidR="005F4515"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</w:tcPr>
          <w:p w:rsidR="005F4515" w:rsidRPr="005A1297" w:rsidRDefault="005F4515" w:rsidP="005F4515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130+226 экспл. км автомобильной дороги «Ряжск - Касимов - Нижний Новгород» в           с. Инякино Шиловского района Рязанской области у ОГБПОУ «Шиловский агротехнологический техникум» элементами</w:t>
            </w:r>
          </w:p>
          <w:p w:rsidR="005F4515" w:rsidRPr="005A1297" w:rsidRDefault="005F4515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повышения безопасности дорожного</w:t>
            </w:r>
          </w:p>
          <w:p w:rsidR="005F4515" w:rsidRPr="005A1297" w:rsidRDefault="005F4515" w:rsidP="005F4515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1184,51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F4515" w:rsidRPr="005A1297" w:rsidRDefault="005F4515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36F2" w:rsidRPr="005A1297" w:rsidTr="003536F2">
        <w:trPr>
          <w:cantSplit/>
          <w:trHeight w:val="1441"/>
        </w:trPr>
        <w:tc>
          <w:tcPr>
            <w:tcW w:w="756" w:type="dxa"/>
          </w:tcPr>
          <w:p w:rsidR="003536F2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24</w:t>
            </w:r>
            <w:r w:rsidR="003536F2"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</w:tcPr>
          <w:p w:rsidR="003536F2" w:rsidRPr="005A1297" w:rsidRDefault="003536F2" w:rsidP="005F4515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A0B5F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Фролово - Лесной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 Алехово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«Мосоловская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36F2" w:rsidRPr="005A1297" w:rsidTr="003536F2">
        <w:trPr>
          <w:cantSplit/>
          <w:trHeight w:val="1441"/>
        </w:trPr>
        <w:tc>
          <w:tcPr>
            <w:tcW w:w="756" w:type="dxa"/>
          </w:tcPr>
          <w:p w:rsidR="003536F2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24</w:t>
            </w:r>
            <w:r w:rsidR="003536F2"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</w:tcPr>
          <w:p w:rsidR="003536F2" w:rsidRPr="00DA0B5F" w:rsidRDefault="003536F2" w:rsidP="003536F2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A0B5F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3536F2">
              <w:rPr>
                <w:rFonts w:ascii="Times New Roman" w:eastAsia="Calibri" w:hAnsi="Times New Roman"/>
                <w:sz w:val="24"/>
                <w:szCs w:val="24"/>
              </w:rPr>
              <w:t xml:space="preserve">дорожного движения на  автомобильной дороге 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Полтавка - Аделино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 Мелехово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(«Аделинская ООШ»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 - филиал </w:t>
            </w:r>
            <w:r>
              <w:rPr>
                <w:rFonts w:ascii="Times New Roman" w:hAnsi="Times New Roman"/>
                <w:sz w:val="24"/>
                <w:szCs w:val="24"/>
              </w:rPr>
              <w:t>МБОУ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някинская </w:t>
            </w: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Pr="005A1297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36F2" w:rsidRPr="005A1297" w:rsidTr="003536F2">
        <w:trPr>
          <w:cantSplit/>
          <w:trHeight w:val="1441"/>
        </w:trPr>
        <w:tc>
          <w:tcPr>
            <w:tcW w:w="756" w:type="dxa"/>
          </w:tcPr>
          <w:p w:rsidR="003536F2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24</w:t>
            </w:r>
            <w:r w:rsidR="003536F2"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</w:tcPr>
          <w:p w:rsidR="003536F2" w:rsidRPr="00DA0B5F" w:rsidRDefault="003536F2" w:rsidP="003536F2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A0B5F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3536F2">
              <w:rPr>
                <w:rFonts w:ascii="Times New Roman" w:eastAsia="Calibri" w:hAnsi="Times New Roman"/>
                <w:sz w:val="24"/>
                <w:szCs w:val="24"/>
              </w:rPr>
              <w:t xml:space="preserve">дорожного движения на  автомобильной дороге 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от автодороги «Ряжск - Касимов - Нижний Новгород» - Нармушадь </w:t>
            </w:r>
            <w:r w:rsidR="00C667EF">
              <w:rPr>
                <w:rFonts w:ascii="Times New Roman" w:hAnsi="Times New Roman"/>
                <w:sz w:val="24"/>
                <w:szCs w:val="24"/>
              </w:rPr>
              <w:t>-</w:t>
            </w:r>
            <w:r w:rsidRPr="003536F2">
              <w:rPr>
                <w:rFonts w:ascii="Times New Roman" w:hAnsi="Times New Roman"/>
                <w:sz w:val="24"/>
                <w:szCs w:val="24"/>
              </w:rPr>
              <w:t xml:space="preserve"> Ерахтур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(МБОУ «Ерахтурская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3536F2" w:rsidRDefault="003536F2" w:rsidP="00090DF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667"/>
        </w:trPr>
        <w:tc>
          <w:tcPr>
            <w:tcW w:w="756" w:type="dxa"/>
          </w:tcPr>
          <w:p w:rsidR="008E4A90" w:rsidRPr="00393986" w:rsidRDefault="00E22592" w:rsidP="00090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25</w:t>
            </w:r>
            <w:r w:rsidR="008E4A90"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Проектные работы</w:t>
            </w:r>
          </w:p>
          <w:p w:rsidR="005F4515" w:rsidRPr="005A1297" w:rsidRDefault="005F4515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F4515" w:rsidRPr="005A1297" w:rsidRDefault="005F4515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4A90" w:rsidRPr="005A1297" w:rsidTr="008E4A90">
        <w:trPr>
          <w:cantSplit/>
          <w:trHeight w:val="832"/>
        </w:trPr>
        <w:tc>
          <w:tcPr>
            <w:tcW w:w="756" w:type="dxa"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Нераспределенные средства</w:t>
            </w: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667EF" w:rsidRDefault="00C667EF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667EF" w:rsidRPr="005A1297" w:rsidRDefault="00C667EF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25865,48204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C667EF" w:rsidP="00642A06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EF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1577B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141700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8E4A90" w:rsidRPr="005A1297" w:rsidTr="008E4A90">
        <w:trPr>
          <w:cantSplit/>
          <w:trHeight w:val="255"/>
        </w:trPr>
        <w:tc>
          <w:tcPr>
            <w:tcW w:w="756" w:type="dxa"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90" w:rsidRPr="005A1297" w:rsidTr="008E4A90">
        <w:trPr>
          <w:cantSplit/>
          <w:trHeight w:val="1134"/>
        </w:trPr>
        <w:tc>
          <w:tcPr>
            <w:tcW w:w="756" w:type="dxa"/>
          </w:tcPr>
          <w:p w:rsidR="008E4A90" w:rsidRPr="00393986" w:rsidRDefault="008E4A90" w:rsidP="00090D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бюджетные ассигнования  дорожного фонда</w:t>
            </w: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E4A90" w:rsidRPr="005A1297" w:rsidRDefault="008E4A90" w:rsidP="00090DF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1577B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667EF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E4A90" w:rsidRPr="005A1297" w:rsidRDefault="008E4A90" w:rsidP="008E4A9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</w:tbl>
    <w:p w:rsidR="008E4A90" w:rsidRDefault="008E4A90" w:rsidP="008E4A90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8E4A90" w:rsidRDefault="008E4A90" w:rsidP="008E4A9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54CAF">
        <w:rPr>
          <w:rFonts w:ascii="Times New Roman" w:hAnsi="Times New Roman"/>
          <w:sz w:val="24"/>
          <w:szCs w:val="24"/>
        </w:rPr>
        <w:t>* Средства направляются на финансовое обеспечение работ по ремонту автомобильных дорог  общего пользования регионального или межмуниципального значения (нерегулируемых пешеходных переходов).</w:t>
      </w:r>
      <w:r>
        <w:rPr>
          <w:rFonts w:ascii="Times New Roman" w:hAnsi="Times New Roman"/>
          <w:sz w:val="24"/>
          <w:szCs w:val="24"/>
        </w:rPr>
        <w:t>».</w:t>
      </w:r>
    </w:p>
    <w:p w:rsidR="008E4A90" w:rsidRPr="00BF6642" w:rsidRDefault="008E4A90" w:rsidP="008E4A90">
      <w:pPr>
        <w:pStyle w:val="ConsPlusNormal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E4A90" w:rsidRDefault="008E4A90" w:rsidP="00793E0A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02390A" w:rsidRPr="00A62EA2" w:rsidRDefault="00311516" w:rsidP="003261F0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02390A" w:rsidRPr="00A62EA2" w:rsidSect="008E73C2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B29" w:rsidRDefault="003B4B29">
      <w:r>
        <w:separator/>
      </w:r>
    </w:p>
  </w:endnote>
  <w:endnote w:type="continuationSeparator" w:id="0">
    <w:p w:rsidR="003B4B29" w:rsidRDefault="003B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4600FD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4600FD" w:rsidRDefault="00393986">
          <w:pPr>
            <w:pStyle w:val="a6"/>
          </w:pPr>
          <w:r>
            <w:rPr>
              <w:noProof/>
            </w:rPr>
            <w:drawing>
              <wp:inline distT="0" distB="0" distL="0" distR="0" wp14:anchorId="78AFEA60" wp14:editId="0FBF6AE3">
                <wp:extent cx="662940" cy="281940"/>
                <wp:effectExtent l="19050" t="0" r="381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4600FD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4600FD" w:rsidRPr="00963E33" w:rsidRDefault="00393986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D7447E1" wp14:editId="30F64C2B">
                <wp:extent cx="175260" cy="144780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4600FD" w:rsidRPr="00963E33" w:rsidRDefault="008E73C2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33816  14.11.2019 15:13:48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4600FD" w:rsidRPr="00F16F07" w:rsidRDefault="004600FD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4600FD" w:rsidRPr="00963E33" w:rsidRDefault="004600FD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4600FD" w:rsidRPr="009573D3" w:rsidRDefault="004600FD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4600FD" w:rsidRPr="00963E33" w:rsidTr="00963E33">
      <w:tc>
        <w:tcPr>
          <w:tcW w:w="2538" w:type="dxa"/>
        </w:tcPr>
        <w:p w:rsidR="004600FD" w:rsidRPr="00963E33" w:rsidRDefault="004600FD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4600FD" w:rsidRPr="00963E33" w:rsidRDefault="004600FD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4600FD" w:rsidRPr="00963E33" w:rsidRDefault="004600FD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4600FD" w:rsidRPr="00963E33" w:rsidRDefault="004600FD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4600FD" w:rsidRDefault="004600FD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B29" w:rsidRDefault="003B4B29">
      <w:r>
        <w:separator/>
      </w:r>
    </w:p>
  </w:footnote>
  <w:footnote w:type="continuationSeparator" w:id="0">
    <w:p w:rsidR="003B4B29" w:rsidRDefault="003B4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0FD" w:rsidRDefault="00666428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600F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00FD">
      <w:rPr>
        <w:rStyle w:val="a8"/>
        <w:noProof/>
      </w:rPr>
      <w:t>1</w:t>
    </w:r>
    <w:r>
      <w:rPr>
        <w:rStyle w:val="a8"/>
      </w:rPr>
      <w:fldChar w:fldCharType="end"/>
    </w:r>
  </w:p>
  <w:p w:rsidR="004600FD" w:rsidRDefault="004600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0FD" w:rsidRPr="00481B88" w:rsidRDefault="004600FD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4600FD" w:rsidRPr="00481B88" w:rsidRDefault="00666428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4600FD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559F5">
      <w:rPr>
        <w:rStyle w:val="a8"/>
        <w:rFonts w:ascii="Times New Roman" w:hAnsi="Times New Roman"/>
        <w:noProof/>
        <w:sz w:val="28"/>
        <w:szCs w:val="28"/>
      </w:rPr>
      <w:t>32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4600FD" w:rsidRPr="00E37801" w:rsidRDefault="004600FD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1pt;height:11.55pt" o:bullet="t">
        <v:imagedata r:id="rId1" o:title="Номер версии 555" gain="79922f" blacklevel="-1966f"/>
      </v:shape>
    </w:pict>
  </w:numPicBullet>
  <w:abstractNum w:abstractNumId="0">
    <w:nsid w:val="017510EE"/>
    <w:multiLevelType w:val="hybridMultilevel"/>
    <w:tmpl w:val="C28290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E554C"/>
    <w:multiLevelType w:val="hybridMultilevel"/>
    <w:tmpl w:val="25F6D2B8"/>
    <w:lvl w:ilvl="0" w:tplc="3DAE870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3F072A"/>
    <w:multiLevelType w:val="hybridMultilevel"/>
    <w:tmpl w:val="45C4DC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cFoZx2CVfPDkgfRn/BzqABDTeo=" w:salt="+M+ck8ZAa8g8dtJUc7S3Q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DD2"/>
    <w:rsid w:val="000072BD"/>
    <w:rsid w:val="00012533"/>
    <w:rsid w:val="0001360F"/>
    <w:rsid w:val="0001410C"/>
    <w:rsid w:val="0002069B"/>
    <w:rsid w:val="0002390A"/>
    <w:rsid w:val="000331B3"/>
    <w:rsid w:val="00033413"/>
    <w:rsid w:val="00037C0C"/>
    <w:rsid w:val="00044C1F"/>
    <w:rsid w:val="00047616"/>
    <w:rsid w:val="0005002F"/>
    <w:rsid w:val="000502A3"/>
    <w:rsid w:val="00051B8C"/>
    <w:rsid w:val="00052115"/>
    <w:rsid w:val="0005395D"/>
    <w:rsid w:val="00056DEB"/>
    <w:rsid w:val="0006310F"/>
    <w:rsid w:val="000664D4"/>
    <w:rsid w:val="00071A0C"/>
    <w:rsid w:val="00073A7A"/>
    <w:rsid w:val="000744E5"/>
    <w:rsid w:val="00076D5E"/>
    <w:rsid w:val="00084DD3"/>
    <w:rsid w:val="00084ECF"/>
    <w:rsid w:val="00084FAF"/>
    <w:rsid w:val="00090DFC"/>
    <w:rsid w:val="000917C0"/>
    <w:rsid w:val="00092BDD"/>
    <w:rsid w:val="000A3FEC"/>
    <w:rsid w:val="000B0327"/>
    <w:rsid w:val="000B0736"/>
    <w:rsid w:val="000B0F73"/>
    <w:rsid w:val="000B3057"/>
    <w:rsid w:val="000B5688"/>
    <w:rsid w:val="000C21F7"/>
    <w:rsid w:val="000C4AE2"/>
    <w:rsid w:val="000D1C78"/>
    <w:rsid w:val="000D5593"/>
    <w:rsid w:val="000E3585"/>
    <w:rsid w:val="00115D94"/>
    <w:rsid w:val="00122CFD"/>
    <w:rsid w:val="00133F55"/>
    <w:rsid w:val="00147C7D"/>
    <w:rsid w:val="00147E70"/>
    <w:rsid w:val="00151370"/>
    <w:rsid w:val="001559F5"/>
    <w:rsid w:val="00162324"/>
    <w:rsid w:val="00162E72"/>
    <w:rsid w:val="00171385"/>
    <w:rsid w:val="00171AFC"/>
    <w:rsid w:val="00173ED0"/>
    <w:rsid w:val="00175BE5"/>
    <w:rsid w:val="001764AF"/>
    <w:rsid w:val="001766F5"/>
    <w:rsid w:val="00180DAB"/>
    <w:rsid w:val="0018322E"/>
    <w:rsid w:val="00183614"/>
    <w:rsid w:val="001850F4"/>
    <w:rsid w:val="00190FF9"/>
    <w:rsid w:val="00192898"/>
    <w:rsid w:val="001947BE"/>
    <w:rsid w:val="001A560F"/>
    <w:rsid w:val="001B07B1"/>
    <w:rsid w:val="001B0982"/>
    <w:rsid w:val="001B2E9D"/>
    <w:rsid w:val="001B32BA"/>
    <w:rsid w:val="001B5FB6"/>
    <w:rsid w:val="001B65FB"/>
    <w:rsid w:val="001C2394"/>
    <w:rsid w:val="001C4DDB"/>
    <w:rsid w:val="001E0317"/>
    <w:rsid w:val="001E20F1"/>
    <w:rsid w:val="001F0D93"/>
    <w:rsid w:val="001F12E8"/>
    <w:rsid w:val="001F228C"/>
    <w:rsid w:val="001F3ED0"/>
    <w:rsid w:val="001F5677"/>
    <w:rsid w:val="001F64B8"/>
    <w:rsid w:val="001F6F97"/>
    <w:rsid w:val="001F7C83"/>
    <w:rsid w:val="00203046"/>
    <w:rsid w:val="00205AB5"/>
    <w:rsid w:val="002164A3"/>
    <w:rsid w:val="00217FDC"/>
    <w:rsid w:val="00224DBA"/>
    <w:rsid w:val="00231F1C"/>
    <w:rsid w:val="00240B89"/>
    <w:rsid w:val="00240F62"/>
    <w:rsid w:val="00242DDB"/>
    <w:rsid w:val="00243E86"/>
    <w:rsid w:val="002479A2"/>
    <w:rsid w:val="0026087E"/>
    <w:rsid w:val="0026137A"/>
    <w:rsid w:val="00261DE0"/>
    <w:rsid w:val="00265420"/>
    <w:rsid w:val="00266827"/>
    <w:rsid w:val="00274E14"/>
    <w:rsid w:val="00280A6D"/>
    <w:rsid w:val="00284A49"/>
    <w:rsid w:val="00286ECA"/>
    <w:rsid w:val="00293B1C"/>
    <w:rsid w:val="002953B6"/>
    <w:rsid w:val="002A1A30"/>
    <w:rsid w:val="002A6325"/>
    <w:rsid w:val="002B6865"/>
    <w:rsid w:val="002B76BA"/>
    <w:rsid w:val="002B7A59"/>
    <w:rsid w:val="002C0F21"/>
    <w:rsid w:val="002C6575"/>
    <w:rsid w:val="002C6B4B"/>
    <w:rsid w:val="002C72CC"/>
    <w:rsid w:val="002D6E6F"/>
    <w:rsid w:val="002E0B3C"/>
    <w:rsid w:val="002E1996"/>
    <w:rsid w:val="002E2BE4"/>
    <w:rsid w:val="002E3200"/>
    <w:rsid w:val="002E51A7"/>
    <w:rsid w:val="002E5A5F"/>
    <w:rsid w:val="002F1E81"/>
    <w:rsid w:val="002F6983"/>
    <w:rsid w:val="002F6A0E"/>
    <w:rsid w:val="002F6C10"/>
    <w:rsid w:val="0030400A"/>
    <w:rsid w:val="00310D92"/>
    <w:rsid w:val="00311516"/>
    <w:rsid w:val="003160CB"/>
    <w:rsid w:val="003222A3"/>
    <w:rsid w:val="003261F0"/>
    <w:rsid w:val="0032668E"/>
    <w:rsid w:val="00327016"/>
    <w:rsid w:val="003321CC"/>
    <w:rsid w:val="00343F3B"/>
    <w:rsid w:val="00347D4A"/>
    <w:rsid w:val="003536F2"/>
    <w:rsid w:val="00360A40"/>
    <w:rsid w:val="003616BF"/>
    <w:rsid w:val="00373182"/>
    <w:rsid w:val="003739A8"/>
    <w:rsid w:val="00374066"/>
    <w:rsid w:val="0037798F"/>
    <w:rsid w:val="00384676"/>
    <w:rsid w:val="003870C2"/>
    <w:rsid w:val="003905EF"/>
    <w:rsid w:val="00393986"/>
    <w:rsid w:val="003951FA"/>
    <w:rsid w:val="003A0CE8"/>
    <w:rsid w:val="003A1FBA"/>
    <w:rsid w:val="003A3927"/>
    <w:rsid w:val="003B4B29"/>
    <w:rsid w:val="003B76A8"/>
    <w:rsid w:val="003C0DC6"/>
    <w:rsid w:val="003D38A1"/>
    <w:rsid w:val="003D3B8A"/>
    <w:rsid w:val="003D3C50"/>
    <w:rsid w:val="003D4B68"/>
    <w:rsid w:val="003D54F8"/>
    <w:rsid w:val="003E2F53"/>
    <w:rsid w:val="003F139E"/>
    <w:rsid w:val="003F4F5E"/>
    <w:rsid w:val="003F6892"/>
    <w:rsid w:val="00400906"/>
    <w:rsid w:val="004041F8"/>
    <w:rsid w:val="00405BAC"/>
    <w:rsid w:val="0040731E"/>
    <w:rsid w:val="00407BB5"/>
    <w:rsid w:val="00412847"/>
    <w:rsid w:val="00414888"/>
    <w:rsid w:val="0042590E"/>
    <w:rsid w:val="00437F65"/>
    <w:rsid w:val="00440AE6"/>
    <w:rsid w:val="00445055"/>
    <w:rsid w:val="004600FD"/>
    <w:rsid w:val="004604DE"/>
    <w:rsid w:val="00460FEA"/>
    <w:rsid w:val="004734B7"/>
    <w:rsid w:val="00481581"/>
    <w:rsid w:val="00481B88"/>
    <w:rsid w:val="00485B4F"/>
    <w:rsid w:val="004862D1"/>
    <w:rsid w:val="00490915"/>
    <w:rsid w:val="004921E6"/>
    <w:rsid w:val="00492BA6"/>
    <w:rsid w:val="00495F5E"/>
    <w:rsid w:val="004B2D5A"/>
    <w:rsid w:val="004C1B83"/>
    <w:rsid w:val="004C1E9A"/>
    <w:rsid w:val="004C743C"/>
    <w:rsid w:val="004D105A"/>
    <w:rsid w:val="004D293D"/>
    <w:rsid w:val="004D6958"/>
    <w:rsid w:val="004E584A"/>
    <w:rsid w:val="004F0A6A"/>
    <w:rsid w:val="004F28EA"/>
    <w:rsid w:val="004F44FE"/>
    <w:rsid w:val="00505F6F"/>
    <w:rsid w:val="00506A05"/>
    <w:rsid w:val="005103B1"/>
    <w:rsid w:val="00511006"/>
    <w:rsid w:val="00512A47"/>
    <w:rsid w:val="00513B30"/>
    <w:rsid w:val="00514020"/>
    <w:rsid w:val="00525BE0"/>
    <w:rsid w:val="00531C68"/>
    <w:rsid w:val="00531CE5"/>
    <w:rsid w:val="00532119"/>
    <w:rsid w:val="005335F3"/>
    <w:rsid w:val="005336BB"/>
    <w:rsid w:val="00543C38"/>
    <w:rsid w:val="00543D2D"/>
    <w:rsid w:val="00545A3D"/>
    <w:rsid w:val="00546DBB"/>
    <w:rsid w:val="00552E67"/>
    <w:rsid w:val="00561A5B"/>
    <w:rsid w:val="00564A4F"/>
    <w:rsid w:val="005701B1"/>
    <w:rsid w:val="0057074C"/>
    <w:rsid w:val="00573FBF"/>
    <w:rsid w:val="00574FF3"/>
    <w:rsid w:val="00581A19"/>
    <w:rsid w:val="00582386"/>
    <w:rsid w:val="00582538"/>
    <w:rsid w:val="005838EA"/>
    <w:rsid w:val="00585EE1"/>
    <w:rsid w:val="00590C0E"/>
    <w:rsid w:val="005939E6"/>
    <w:rsid w:val="005A1297"/>
    <w:rsid w:val="005A4227"/>
    <w:rsid w:val="005A5B03"/>
    <w:rsid w:val="005A789A"/>
    <w:rsid w:val="005B064D"/>
    <w:rsid w:val="005B0C6B"/>
    <w:rsid w:val="005B229B"/>
    <w:rsid w:val="005B234F"/>
    <w:rsid w:val="005B3518"/>
    <w:rsid w:val="005C25C6"/>
    <w:rsid w:val="005C56AE"/>
    <w:rsid w:val="005C7449"/>
    <w:rsid w:val="005D1139"/>
    <w:rsid w:val="005D221A"/>
    <w:rsid w:val="005E6D99"/>
    <w:rsid w:val="005F0DAC"/>
    <w:rsid w:val="005F1A5A"/>
    <w:rsid w:val="005F2ADD"/>
    <w:rsid w:val="005F2C49"/>
    <w:rsid w:val="005F4515"/>
    <w:rsid w:val="006013EB"/>
    <w:rsid w:val="0060479E"/>
    <w:rsid w:val="00604BE7"/>
    <w:rsid w:val="00612460"/>
    <w:rsid w:val="00616AED"/>
    <w:rsid w:val="00632A4F"/>
    <w:rsid w:val="00632B56"/>
    <w:rsid w:val="00634796"/>
    <w:rsid w:val="006351E3"/>
    <w:rsid w:val="00642A06"/>
    <w:rsid w:val="00644236"/>
    <w:rsid w:val="006471E5"/>
    <w:rsid w:val="00652B3A"/>
    <w:rsid w:val="00653B2F"/>
    <w:rsid w:val="006573EC"/>
    <w:rsid w:val="006574E7"/>
    <w:rsid w:val="00666428"/>
    <w:rsid w:val="00671D3B"/>
    <w:rsid w:val="00675791"/>
    <w:rsid w:val="006812A7"/>
    <w:rsid w:val="00684A5B"/>
    <w:rsid w:val="006956B6"/>
    <w:rsid w:val="006A1F71"/>
    <w:rsid w:val="006A2E30"/>
    <w:rsid w:val="006B5819"/>
    <w:rsid w:val="006B6A4D"/>
    <w:rsid w:val="006C275C"/>
    <w:rsid w:val="006D5FB9"/>
    <w:rsid w:val="006E114A"/>
    <w:rsid w:val="006E1281"/>
    <w:rsid w:val="006E395C"/>
    <w:rsid w:val="006F328B"/>
    <w:rsid w:val="006F5886"/>
    <w:rsid w:val="00700A26"/>
    <w:rsid w:val="007036E2"/>
    <w:rsid w:val="00704244"/>
    <w:rsid w:val="00705E42"/>
    <w:rsid w:val="00707734"/>
    <w:rsid w:val="00707E19"/>
    <w:rsid w:val="00712F7C"/>
    <w:rsid w:val="0072328A"/>
    <w:rsid w:val="0073080B"/>
    <w:rsid w:val="007321B8"/>
    <w:rsid w:val="00734B94"/>
    <w:rsid w:val="007377B5"/>
    <w:rsid w:val="00743A98"/>
    <w:rsid w:val="00746CC2"/>
    <w:rsid w:val="00751EC2"/>
    <w:rsid w:val="00760323"/>
    <w:rsid w:val="00765600"/>
    <w:rsid w:val="0078108E"/>
    <w:rsid w:val="00783E37"/>
    <w:rsid w:val="00790A95"/>
    <w:rsid w:val="00791C9F"/>
    <w:rsid w:val="00791DBD"/>
    <w:rsid w:val="00792AAB"/>
    <w:rsid w:val="00793B47"/>
    <w:rsid w:val="00793E0A"/>
    <w:rsid w:val="007947F0"/>
    <w:rsid w:val="007962DE"/>
    <w:rsid w:val="007A1D0C"/>
    <w:rsid w:val="007A2A7B"/>
    <w:rsid w:val="007B3789"/>
    <w:rsid w:val="007C110F"/>
    <w:rsid w:val="007C7298"/>
    <w:rsid w:val="007D38C4"/>
    <w:rsid w:val="007D4925"/>
    <w:rsid w:val="007D7728"/>
    <w:rsid w:val="007E40E1"/>
    <w:rsid w:val="007F0C8A"/>
    <w:rsid w:val="007F11AB"/>
    <w:rsid w:val="00813E2F"/>
    <w:rsid w:val="008143CB"/>
    <w:rsid w:val="0081577B"/>
    <w:rsid w:val="008224ED"/>
    <w:rsid w:val="00823646"/>
    <w:rsid w:val="00823CA1"/>
    <w:rsid w:val="00840B1A"/>
    <w:rsid w:val="0085037F"/>
    <w:rsid w:val="008513B9"/>
    <w:rsid w:val="00856726"/>
    <w:rsid w:val="008613A4"/>
    <w:rsid w:val="008702D3"/>
    <w:rsid w:val="00870B5B"/>
    <w:rsid w:val="00876034"/>
    <w:rsid w:val="0088038E"/>
    <w:rsid w:val="008827E7"/>
    <w:rsid w:val="008A1696"/>
    <w:rsid w:val="008A3BB3"/>
    <w:rsid w:val="008A648B"/>
    <w:rsid w:val="008A7080"/>
    <w:rsid w:val="008C58FE"/>
    <w:rsid w:val="008D26BB"/>
    <w:rsid w:val="008D58D8"/>
    <w:rsid w:val="008D5E67"/>
    <w:rsid w:val="008E0836"/>
    <w:rsid w:val="008E42EB"/>
    <w:rsid w:val="008E4A90"/>
    <w:rsid w:val="008E6C41"/>
    <w:rsid w:val="008E73C2"/>
    <w:rsid w:val="008F0816"/>
    <w:rsid w:val="008F36AA"/>
    <w:rsid w:val="008F6BB7"/>
    <w:rsid w:val="00900F42"/>
    <w:rsid w:val="00910719"/>
    <w:rsid w:val="00910B42"/>
    <w:rsid w:val="0091424D"/>
    <w:rsid w:val="009160EF"/>
    <w:rsid w:val="00920E4B"/>
    <w:rsid w:val="00932588"/>
    <w:rsid w:val="00932E3C"/>
    <w:rsid w:val="00956BE0"/>
    <w:rsid w:val="009573D3"/>
    <w:rsid w:val="00961E19"/>
    <w:rsid w:val="00963E33"/>
    <w:rsid w:val="00980108"/>
    <w:rsid w:val="009872A4"/>
    <w:rsid w:val="00991D76"/>
    <w:rsid w:val="009977FF"/>
    <w:rsid w:val="009A085B"/>
    <w:rsid w:val="009A3858"/>
    <w:rsid w:val="009B1AAF"/>
    <w:rsid w:val="009C1DE6"/>
    <w:rsid w:val="009C1F0E"/>
    <w:rsid w:val="009D3434"/>
    <w:rsid w:val="009D3E8C"/>
    <w:rsid w:val="009E3074"/>
    <w:rsid w:val="009E3A0E"/>
    <w:rsid w:val="009E4161"/>
    <w:rsid w:val="009E66D3"/>
    <w:rsid w:val="009F2069"/>
    <w:rsid w:val="00A06428"/>
    <w:rsid w:val="00A074E8"/>
    <w:rsid w:val="00A10564"/>
    <w:rsid w:val="00A1314B"/>
    <w:rsid w:val="00A13160"/>
    <w:rsid w:val="00A137D3"/>
    <w:rsid w:val="00A16B4D"/>
    <w:rsid w:val="00A1774F"/>
    <w:rsid w:val="00A24395"/>
    <w:rsid w:val="00A252B7"/>
    <w:rsid w:val="00A309B4"/>
    <w:rsid w:val="00A3154F"/>
    <w:rsid w:val="00A376CF"/>
    <w:rsid w:val="00A44A8F"/>
    <w:rsid w:val="00A51D96"/>
    <w:rsid w:val="00A5405B"/>
    <w:rsid w:val="00A62EA2"/>
    <w:rsid w:val="00A642EF"/>
    <w:rsid w:val="00A6749C"/>
    <w:rsid w:val="00A73EC7"/>
    <w:rsid w:val="00A75CED"/>
    <w:rsid w:val="00A83C6E"/>
    <w:rsid w:val="00A95AB7"/>
    <w:rsid w:val="00A96F84"/>
    <w:rsid w:val="00AA18CF"/>
    <w:rsid w:val="00AA7150"/>
    <w:rsid w:val="00AB3566"/>
    <w:rsid w:val="00AB795E"/>
    <w:rsid w:val="00AC25CA"/>
    <w:rsid w:val="00AC3953"/>
    <w:rsid w:val="00AC7150"/>
    <w:rsid w:val="00AD1029"/>
    <w:rsid w:val="00AD1FAB"/>
    <w:rsid w:val="00AD2ED5"/>
    <w:rsid w:val="00AD5CEC"/>
    <w:rsid w:val="00AE1DCA"/>
    <w:rsid w:val="00AE4A73"/>
    <w:rsid w:val="00AE5126"/>
    <w:rsid w:val="00AE5179"/>
    <w:rsid w:val="00AF5F7C"/>
    <w:rsid w:val="00B02207"/>
    <w:rsid w:val="00B03403"/>
    <w:rsid w:val="00B063FA"/>
    <w:rsid w:val="00B10324"/>
    <w:rsid w:val="00B13156"/>
    <w:rsid w:val="00B14CA5"/>
    <w:rsid w:val="00B22574"/>
    <w:rsid w:val="00B3318E"/>
    <w:rsid w:val="00B36D06"/>
    <w:rsid w:val="00B376B1"/>
    <w:rsid w:val="00B407C5"/>
    <w:rsid w:val="00B4275F"/>
    <w:rsid w:val="00B46BE9"/>
    <w:rsid w:val="00B5090E"/>
    <w:rsid w:val="00B51B38"/>
    <w:rsid w:val="00B55E9C"/>
    <w:rsid w:val="00B620D9"/>
    <w:rsid w:val="00B633DB"/>
    <w:rsid w:val="00B639ED"/>
    <w:rsid w:val="00B66A8C"/>
    <w:rsid w:val="00B70D80"/>
    <w:rsid w:val="00B743A6"/>
    <w:rsid w:val="00B8061C"/>
    <w:rsid w:val="00B826F7"/>
    <w:rsid w:val="00B83BA2"/>
    <w:rsid w:val="00B8429B"/>
    <w:rsid w:val="00B853AA"/>
    <w:rsid w:val="00B86F54"/>
    <w:rsid w:val="00B875BF"/>
    <w:rsid w:val="00B90866"/>
    <w:rsid w:val="00B912C8"/>
    <w:rsid w:val="00B91F62"/>
    <w:rsid w:val="00B95A29"/>
    <w:rsid w:val="00BB2C98"/>
    <w:rsid w:val="00BD0B82"/>
    <w:rsid w:val="00BD11E1"/>
    <w:rsid w:val="00BE149F"/>
    <w:rsid w:val="00BE2DD2"/>
    <w:rsid w:val="00BE3198"/>
    <w:rsid w:val="00BF4F5F"/>
    <w:rsid w:val="00C0110A"/>
    <w:rsid w:val="00C04EEB"/>
    <w:rsid w:val="00C074C1"/>
    <w:rsid w:val="00C075A4"/>
    <w:rsid w:val="00C07F79"/>
    <w:rsid w:val="00C10F12"/>
    <w:rsid w:val="00C11826"/>
    <w:rsid w:val="00C1257A"/>
    <w:rsid w:val="00C26BC7"/>
    <w:rsid w:val="00C337AA"/>
    <w:rsid w:val="00C46D42"/>
    <w:rsid w:val="00C50C32"/>
    <w:rsid w:val="00C60178"/>
    <w:rsid w:val="00C61760"/>
    <w:rsid w:val="00C63CD6"/>
    <w:rsid w:val="00C667EF"/>
    <w:rsid w:val="00C7551E"/>
    <w:rsid w:val="00C771BB"/>
    <w:rsid w:val="00C87D95"/>
    <w:rsid w:val="00C87E1B"/>
    <w:rsid w:val="00C9077A"/>
    <w:rsid w:val="00C9352D"/>
    <w:rsid w:val="00C95CD2"/>
    <w:rsid w:val="00CA051B"/>
    <w:rsid w:val="00CA0ACF"/>
    <w:rsid w:val="00CB2CAE"/>
    <w:rsid w:val="00CB3CBE"/>
    <w:rsid w:val="00CC226C"/>
    <w:rsid w:val="00CC4DA6"/>
    <w:rsid w:val="00CC4E2B"/>
    <w:rsid w:val="00CF03D8"/>
    <w:rsid w:val="00CF0E67"/>
    <w:rsid w:val="00CF6346"/>
    <w:rsid w:val="00D015D5"/>
    <w:rsid w:val="00D03D68"/>
    <w:rsid w:val="00D07E80"/>
    <w:rsid w:val="00D140B3"/>
    <w:rsid w:val="00D22371"/>
    <w:rsid w:val="00D266DD"/>
    <w:rsid w:val="00D32B04"/>
    <w:rsid w:val="00D357EA"/>
    <w:rsid w:val="00D374E7"/>
    <w:rsid w:val="00D431DB"/>
    <w:rsid w:val="00D61925"/>
    <w:rsid w:val="00D63949"/>
    <w:rsid w:val="00D64842"/>
    <w:rsid w:val="00D652E7"/>
    <w:rsid w:val="00D73CF0"/>
    <w:rsid w:val="00D77BCF"/>
    <w:rsid w:val="00D82D5B"/>
    <w:rsid w:val="00D84394"/>
    <w:rsid w:val="00D85D54"/>
    <w:rsid w:val="00D9299B"/>
    <w:rsid w:val="00D95E55"/>
    <w:rsid w:val="00DA0B5F"/>
    <w:rsid w:val="00DB3664"/>
    <w:rsid w:val="00DB445C"/>
    <w:rsid w:val="00DB734A"/>
    <w:rsid w:val="00DB78A5"/>
    <w:rsid w:val="00DC16FB"/>
    <w:rsid w:val="00DC4A65"/>
    <w:rsid w:val="00DC4F66"/>
    <w:rsid w:val="00DD07BE"/>
    <w:rsid w:val="00DE135C"/>
    <w:rsid w:val="00DE1E65"/>
    <w:rsid w:val="00E060A5"/>
    <w:rsid w:val="00E06F1E"/>
    <w:rsid w:val="00E10B44"/>
    <w:rsid w:val="00E11F02"/>
    <w:rsid w:val="00E21D0D"/>
    <w:rsid w:val="00E22592"/>
    <w:rsid w:val="00E2726B"/>
    <w:rsid w:val="00E355E8"/>
    <w:rsid w:val="00E36B7B"/>
    <w:rsid w:val="00E374B1"/>
    <w:rsid w:val="00E37801"/>
    <w:rsid w:val="00E43C6C"/>
    <w:rsid w:val="00E46EAA"/>
    <w:rsid w:val="00E5038C"/>
    <w:rsid w:val="00E50B69"/>
    <w:rsid w:val="00E5298B"/>
    <w:rsid w:val="00E52E55"/>
    <w:rsid w:val="00E55AEB"/>
    <w:rsid w:val="00E56EFB"/>
    <w:rsid w:val="00E6458F"/>
    <w:rsid w:val="00E7242D"/>
    <w:rsid w:val="00E8127D"/>
    <w:rsid w:val="00E87E25"/>
    <w:rsid w:val="00E93281"/>
    <w:rsid w:val="00E966BD"/>
    <w:rsid w:val="00E97515"/>
    <w:rsid w:val="00EA04F1"/>
    <w:rsid w:val="00EA2FD3"/>
    <w:rsid w:val="00EB50DD"/>
    <w:rsid w:val="00EB6DC2"/>
    <w:rsid w:val="00EB7CE9"/>
    <w:rsid w:val="00EC1FBC"/>
    <w:rsid w:val="00EC3308"/>
    <w:rsid w:val="00EC433F"/>
    <w:rsid w:val="00ED1BAF"/>
    <w:rsid w:val="00ED1FDE"/>
    <w:rsid w:val="00F05D6A"/>
    <w:rsid w:val="00F06EFB"/>
    <w:rsid w:val="00F1529E"/>
    <w:rsid w:val="00F16C5E"/>
    <w:rsid w:val="00F16F07"/>
    <w:rsid w:val="00F21C00"/>
    <w:rsid w:val="00F25132"/>
    <w:rsid w:val="00F25CB0"/>
    <w:rsid w:val="00F32C10"/>
    <w:rsid w:val="00F42961"/>
    <w:rsid w:val="00F45975"/>
    <w:rsid w:val="00F45B7C"/>
    <w:rsid w:val="00F45D79"/>
    <w:rsid w:val="00F45FCE"/>
    <w:rsid w:val="00F50ADB"/>
    <w:rsid w:val="00F53AB2"/>
    <w:rsid w:val="00F63B18"/>
    <w:rsid w:val="00F8117C"/>
    <w:rsid w:val="00F83D78"/>
    <w:rsid w:val="00F85AAF"/>
    <w:rsid w:val="00F9334F"/>
    <w:rsid w:val="00F97D7F"/>
    <w:rsid w:val="00FA0991"/>
    <w:rsid w:val="00FA115D"/>
    <w:rsid w:val="00FA122C"/>
    <w:rsid w:val="00FA364A"/>
    <w:rsid w:val="00FA3B95"/>
    <w:rsid w:val="00FA3EC9"/>
    <w:rsid w:val="00FB5719"/>
    <w:rsid w:val="00FC1278"/>
    <w:rsid w:val="00FC4FE2"/>
    <w:rsid w:val="00FC6400"/>
    <w:rsid w:val="00FD4104"/>
    <w:rsid w:val="00FD4868"/>
    <w:rsid w:val="00FD52C4"/>
    <w:rsid w:val="00FE7735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qFormat/>
    <w:rsid w:val="00071A0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071A0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71A0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071A0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071A0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71A0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71A0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071A0C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c">
    <w:name w:val="Основной текст_"/>
    <w:link w:val="20"/>
    <w:locked/>
    <w:rsid w:val="0040731E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c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58;_1\Desktop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9501B-BD05-4CB8-8C08-71FE2B1A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220</TotalTime>
  <Pages>32</Pages>
  <Words>5344</Words>
  <Characters>30467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35740</CharactersWithSpaces>
  <SharedDoc>false</SharedDoc>
  <HLinks>
    <vt:vector size="12" baseType="variant">
      <vt:variant>
        <vt:i4>3276907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consultantplus://offline/ref=6C2FA7B16B297F26C0597988947F5973A7AD7D15F50140DD401ECCCB88A64B1942794B704B0B322099586F8555A14545CA0AC1F25E7DF6AF35760A03F7Q8O</vt:lpwstr>
      </vt:variant>
      <vt:variant>
        <vt:lpwstr/>
      </vt:variant>
      <vt:variant>
        <vt:i4>5701643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consultantplus://offline/ref=A88DF9CDF9711A42CF24F843C0B1B02954352E72D46E8E8E17C79C2407o6s0M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ДТ_2</dc:creator>
  <cp:lastModifiedBy>Дягилева М.А.</cp:lastModifiedBy>
  <cp:revision>13</cp:revision>
  <cp:lastPrinted>2019-06-18T07:16:00Z</cp:lastPrinted>
  <dcterms:created xsi:type="dcterms:W3CDTF">2019-09-27T07:38:00Z</dcterms:created>
  <dcterms:modified xsi:type="dcterms:W3CDTF">2019-11-19T06:14:00Z</dcterms:modified>
</cp:coreProperties>
</file>